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r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777D3A">
            <w:pPr>
              <w:pStyle w:val="CUSTOMBoldColumnHeading"/>
            </w:pPr>
            <w:r>
              <w:t xml:space="preserve">Assessed by: </w:t>
            </w:r>
            <w:proofErr w:type="spellStart"/>
            <w:r w:rsidR="00777D3A">
              <w:rPr>
                <w:b w:val="0"/>
              </w:rPr>
              <w:t>Apurba</w:t>
            </w:r>
            <w:proofErr w:type="spellEnd"/>
            <w:r w:rsidR="00777D3A">
              <w:rPr>
                <w:b w:val="0"/>
              </w:rPr>
              <w:t xml:space="preserve"> </w:t>
            </w:r>
            <w:proofErr w:type="spellStart"/>
            <w:r w:rsidR="00777D3A">
              <w:rPr>
                <w:b w:val="0"/>
              </w:rPr>
              <w:t>Dahal</w:t>
            </w:r>
            <w:proofErr w:type="spellEnd"/>
            <w:r w:rsidR="00777D3A">
              <w:rPr>
                <w:b w:val="0"/>
              </w:rPr>
              <w:t xml:space="preserve"> (Trainee); Supervised by: Daniel Sims (CVS)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77D3A">
            <w:pPr>
              <w:pStyle w:val="CUSTOMHeaderText"/>
            </w:pPr>
            <w:r>
              <w:t>Name:</w:t>
            </w:r>
            <w:r w:rsidR="00596D0F">
              <w:t xml:space="preserve"> </w:t>
            </w:r>
            <w:r w:rsidR="00777D3A">
              <w:t>Bennett, Catherine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77D3A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r w:rsidR="00777D3A">
              <w:t>903052906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77D3A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777D3A">
              <w:t>10/05/2019</w:t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77D3A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777D3A">
              <w:t>24/01/1987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77D3A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777D3A">
              <w:t>4301052003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77D3A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777D3A">
              <w:t>Outpatient</w:t>
            </w:r>
          </w:p>
        </w:tc>
      </w:tr>
      <w:tr w:rsidR="00A9651D" w:rsidTr="00777D3A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777D3A">
            <w:pPr>
              <w:pStyle w:val="CUSTOMHeaderText"/>
            </w:pPr>
            <w:r>
              <w:t xml:space="preserve">Referrer: </w:t>
            </w:r>
            <w:r w:rsidR="00777D3A">
              <w:t xml:space="preserve">Ahmed </w:t>
            </w:r>
            <w:proofErr w:type="spellStart"/>
            <w:r w:rsidR="00777D3A">
              <w:t>Elgaddal</w:t>
            </w:r>
            <w:proofErr w:type="spellEnd"/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777D3A">
            <w:pPr>
              <w:pStyle w:val="CUSTOMHeaderText"/>
            </w:pPr>
            <w:r>
              <w:t xml:space="preserve">Hospital Site: </w:t>
            </w:r>
            <w:r w:rsidR="00777D3A">
              <w:t>QE</w:t>
            </w:r>
          </w:p>
        </w:tc>
      </w:tr>
      <w:tr w:rsidR="00A9651D" w:rsidTr="00777D3A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777D3A">
            <w:pPr>
              <w:pStyle w:val="CUSTOMHeaderText"/>
            </w:pPr>
            <w:r>
              <w:t xml:space="preserve">Clinical Indications: </w:t>
            </w:r>
            <w:r w:rsidR="00777D3A">
              <w:t>Right leg varicose veins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777D3A" w:rsidP="008A210D">
            <w:pPr>
              <w:pStyle w:val="CUSTOMBoldColumnHeading"/>
            </w:pPr>
            <w:r>
              <w:t>Right</w:t>
            </w:r>
            <w:r w:rsidR="008A210D">
              <w:t xml:space="preserve"> Lower Limb </w:t>
            </w:r>
            <w:r w:rsidR="009B724B">
              <w:t>Venous I</w:t>
            </w:r>
            <w:r w:rsidR="00A078E6">
              <w:t>nsufficiency scan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813362" w:rsidP="00DC01AB">
            <w:pPr>
              <w:pStyle w:val="CUSTOMNormal"/>
            </w:pPr>
          </w:p>
        </w:tc>
      </w:tr>
      <w:tr w:rsidR="009E0202" w:rsidTr="00876A79">
        <w:trPr>
          <w:trHeight w:hRule="exact" w:val="1043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661023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661023">
              <w:rPr>
                <w:sz w:val="21"/>
                <w:szCs w:val="21"/>
              </w:rPr>
              <w:lastRenderedPageBreak/>
              <w:t>Report:</w:t>
            </w:r>
          </w:p>
          <w:p w:rsidR="009E0202" w:rsidRDefault="00D962C3" w:rsidP="00DC01AB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Common Femoral vein is patent with normal </w:t>
            </w:r>
            <w:proofErr w:type="spellStart"/>
            <w:r>
              <w:rPr>
                <w:sz w:val="21"/>
                <w:szCs w:val="21"/>
              </w:rPr>
              <w:t>respirophasic</w:t>
            </w:r>
            <w:proofErr w:type="spellEnd"/>
            <w:r>
              <w:rPr>
                <w:sz w:val="21"/>
                <w:szCs w:val="21"/>
              </w:rPr>
              <w:t xml:space="preserve"> flow detected.</w:t>
            </w:r>
          </w:p>
          <w:p w:rsidR="00D962C3" w:rsidRDefault="00D962C3" w:rsidP="00DC01AB">
            <w:pPr>
              <w:pStyle w:val="CUSTOMColumnText"/>
              <w:rPr>
                <w:sz w:val="21"/>
                <w:szCs w:val="21"/>
              </w:rPr>
            </w:pPr>
          </w:p>
          <w:p w:rsidR="0065384F" w:rsidRDefault="00F22DC5" w:rsidP="00F22DC5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</w:t>
            </w:r>
            <w:proofErr w:type="spellStart"/>
            <w:r>
              <w:rPr>
                <w:sz w:val="21"/>
                <w:szCs w:val="21"/>
              </w:rPr>
              <w:t>Sapheno</w:t>
            </w:r>
            <w:proofErr w:type="spellEnd"/>
            <w:r>
              <w:rPr>
                <w:sz w:val="21"/>
                <w:szCs w:val="21"/>
              </w:rPr>
              <w:t>-Femoral Junction is incompetent. The Great Saphenous vein (GSV) is incompetent throughout the thigh and in the proximal calf. Approximately 7cm below the knee crease, the GSV reflux exits via a prominent varicose vein. The varicose vein courses posteriorly and communicates with a competent perforator and the Short Saphenous vein approximately 17cm below the knee crease. The Short Saphenous vein is noted to be incompetent for a short 3-5cm segment below this level. The SSV reflux exits via a small varicose vein which courses for a very short distance before draining into a perforator vein. Rest of the GSV and SSV are competent.</w:t>
            </w:r>
          </w:p>
          <w:p w:rsidR="00EC32E8" w:rsidRDefault="00EC32E8" w:rsidP="00EC32E8">
            <w:pPr>
              <w:pStyle w:val="CUSTOMColumnText"/>
              <w:rPr>
                <w:sz w:val="21"/>
                <w:szCs w:val="21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53"/>
              <w:gridCol w:w="5053"/>
            </w:tblGrid>
            <w:tr w:rsidR="00EC32E8" w:rsidTr="0065384F">
              <w:tc>
                <w:tcPr>
                  <w:tcW w:w="5053" w:type="dxa"/>
                </w:tcPr>
                <w:p w:rsidR="00EC32E8" w:rsidRPr="00EC32E8" w:rsidRDefault="00EC32E8" w:rsidP="00EC32E8">
                  <w:pPr>
                    <w:pStyle w:val="CUSTOMColumnText"/>
                    <w:rPr>
                      <w:b/>
                      <w:sz w:val="21"/>
                      <w:szCs w:val="21"/>
                      <w:u w:val="single"/>
                    </w:rPr>
                  </w:pPr>
                  <w:r w:rsidRPr="00EC32E8">
                    <w:rPr>
                      <w:b/>
                      <w:sz w:val="21"/>
                      <w:szCs w:val="21"/>
                      <w:u w:val="single"/>
                    </w:rPr>
                    <w:t>GSV Measurement</w:t>
                  </w:r>
                  <w:r>
                    <w:rPr>
                      <w:b/>
                      <w:sz w:val="21"/>
                      <w:szCs w:val="21"/>
                      <w:u w:val="single"/>
                    </w:rPr>
                    <w:t>s</w:t>
                  </w:r>
                  <w:r w:rsidRPr="00EC32E8">
                    <w:rPr>
                      <w:b/>
                      <w:sz w:val="21"/>
                      <w:szCs w:val="21"/>
                      <w:u w:val="single"/>
                    </w:rPr>
                    <w:t>:</w:t>
                  </w:r>
                </w:p>
                <w:p w:rsidR="00EC32E8" w:rsidRDefault="00EC32E8" w:rsidP="00EC32E8">
                  <w:pPr>
                    <w:pStyle w:val="CUSTOMColumnTex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Prox thigh: 9.4mm</w:t>
                  </w:r>
                </w:p>
                <w:p w:rsidR="00EC32E8" w:rsidRDefault="00EC32E8" w:rsidP="00EC32E8">
                  <w:pPr>
                    <w:pStyle w:val="CUSTOMColumnText"/>
                    <w:rPr>
                      <w:sz w:val="21"/>
                      <w:szCs w:val="21"/>
                    </w:rPr>
                  </w:pPr>
                  <w:proofErr w:type="spellStart"/>
                  <w:r>
                    <w:rPr>
                      <w:sz w:val="21"/>
                      <w:szCs w:val="21"/>
                    </w:rPr>
                    <w:t>Mid thigh</w:t>
                  </w:r>
                  <w:proofErr w:type="spellEnd"/>
                  <w:r>
                    <w:rPr>
                      <w:sz w:val="21"/>
                      <w:szCs w:val="21"/>
                    </w:rPr>
                    <w:t>: 8.9mm</w:t>
                  </w:r>
                </w:p>
                <w:p w:rsidR="00EC32E8" w:rsidRDefault="00EC32E8" w:rsidP="00EC32E8">
                  <w:pPr>
                    <w:pStyle w:val="CUSTOMColumnTex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Distal thigh: 8.9mm</w:t>
                  </w:r>
                </w:p>
                <w:p w:rsidR="00EC32E8" w:rsidRDefault="00EC32E8" w:rsidP="00EC32E8">
                  <w:pPr>
                    <w:pStyle w:val="CUSTOMColumnTex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Knee: 9.4mm</w:t>
                  </w:r>
                </w:p>
                <w:p w:rsidR="00EC32E8" w:rsidRDefault="00EC32E8" w:rsidP="00EC32E8">
                  <w:pPr>
                    <w:pStyle w:val="CUSTOMColumnText"/>
                    <w:rPr>
                      <w:sz w:val="21"/>
                      <w:szCs w:val="21"/>
                    </w:rPr>
                  </w:pPr>
                  <w:proofErr w:type="spellStart"/>
                  <w:r>
                    <w:rPr>
                      <w:sz w:val="21"/>
                      <w:szCs w:val="21"/>
                    </w:rPr>
                    <w:t>Mid calf</w:t>
                  </w:r>
                  <w:proofErr w:type="spellEnd"/>
                  <w:r>
                    <w:rPr>
                      <w:sz w:val="21"/>
                      <w:szCs w:val="21"/>
                    </w:rPr>
                    <w:t>: 4.7mm</w:t>
                  </w:r>
                </w:p>
                <w:p w:rsidR="00EC32E8" w:rsidRDefault="00EC32E8" w:rsidP="00EC32E8">
                  <w:pPr>
                    <w:pStyle w:val="CUSTOMColumnText"/>
                    <w:rPr>
                      <w:sz w:val="21"/>
                      <w:szCs w:val="21"/>
                    </w:rPr>
                  </w:pPr>
                  <w:proofErr w:type="spellStart"/>
                  <w:r>
                    <w:rPr>
                      <w:sz w:val="21"/>
                      <w:szCs w:val="21"/>
                    </w:rPr>
                    <w:t>Dist</w:t>
                  </w:r>
                  <w:proofErr w:type="spellEnd"/>
                  <w:r>
                    <w:rPr>
                      <w:sz w:val="21"/>
                      <w:szCs w:val="21"/>
                    </w:rPr>
                    <w:t xml:space="preserve"> </w:t>
                  </w:r>
                  <w:r w:rsidR="0014435F">
                    <w:rPr>
                      <w:sz w:val="21"/>
                      <w:szCs w:val="21"/>
                    </w:rPr>
                    <w:t>calf</w:t>
                  </w:r>
                  <w:r>
                    <w:rPr>
                      <w:sz w:val="21"/>
                      <w:szCs w:val="21"/>
                    </w:rPr>
                    <w:t>: 3.7mm</w:t>
                  </w:r>
                </w:p>
                <w:p w:rsidR="0065384F" w:rsidRDefault="0065384F" w:rsidP="00EC32E8">
                  <w:pPr>
                    <w:pStyle w:val="CUSTOMColumnText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5053" w:type="dxa"/>
                </w:tcPr>
                <w:p w:rsidR="00EC32E8" w:rsidRDefault="00EC32E8" w:rsidP="00EC32E8">
                  <w:pPr>
                    <w:pStyle w:val="CUSTOMColumnText"/>
                    <w:rPr>
                      <w:b/>
                      <w:sz w:val="21"/>
                      <w:szCs w:val="21"/>
                      <w:u w:val="single"/>
                    </w:rPr>
                  </w:pPr>
                  <w:r w:rsidRPr="00EC32E8">
                    <w:rPr>
                      <w:b/>
                      <w:sz w:val="21"/>
                      <w:szCs w:val="21"/>
                      <w:u w:val="single"/>
                    </w:rPr>
                    <w:t>SSV measurement</w:t>
                  </w:r>
                  <w:r>
                    <w:rPr>
                      <w:b/>
                      <w:sz w:val="21"/>
                      <w:szCs w:val="21"/>
                      <w:u w:val="single"/>
                    </w:rPr>
                    <w:t>s</w:t>
                  </w:r>
                  <w:r w:rsidRPr="00EC32E8">
                    <w:rPr>
                      <w:b/>
                      <w:sz w:val="21"/>
                      <w:szCs w:val="21"/>
                      <w:u w:val="single"/>
                    </w:rPr>
                    <w:t>:</w:t>
                  </w:r>
                </w:p>
                <w:p w:rsidR="00EC32E8" w:rsidRDefault="0065384F" w:rsidP="00EC32E8">
                  <w:pPr>
                    <w:pStyle w:val="CUSTOMColumnTex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Prox: 3.4mm</w:t>
                  </w:r>
                </w:p>
                <w:p w:rsidR="0065384F" w:rsidRDefault="0065384F" w:rsidP="00EC32E8">
                  <w:pPr>
                    <w:pStyle w:val="CUSTOMColumnTex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Mid: 5.1mm</w:t>
                  </w:r>
                </w:p>
                <w:p w:rsidR="0065384F" w:rsidRPr="0065384F" w:rsidRDefault="0065384F" w:rsidP="00EC32E8">
                  <w:pPr>
                    <w:pStyle w:val="CUSTOMColumnText"/>
                    <w:rPr>
                      <w:sz w:val="21"/>
                      <w:szCs w:val="21"/>
                    </w:rPr>
                  </w:pPr>
                  <w:proofErr w:type="spellStart"/>
                  <w:r>
                    <w:rPr>
                      <w:sz w:val="21"/>
                      <w:szCs w:val="21"/>
                    </w:rPr>
                    <w:t>Dist</w:t>
                  </w:r>
                  <w:proofErr w:type="spellEnd"/>
                  <w:r>
                    <w:rPr>
                      <w:sz w:val="21"/>
                      <w:szCs w:val="21"/>
                    </w:rPr>
                    <w:t>: 3.2mm</w:t>
                  </w:r>
                </w:p>
              </w:tc>
            </w:tr>
          </w:tbl>
          <w:p w:rsidR="00EC32E8" w:rsidRDefault="0065384F" w:rsidP="00EC32E8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All the Deep veins are patent and competent</w:t>
            </w:r>
          </w:p>
          <w:p w:rsidR="0065384F" w:rsidRDefault="0065384F" w:rsidP="00EC32E8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 incompetent perforators imaged</w:t>
            </w:r>
          </w:p>
          <w:p w:rsidR="00EC32E8" w:rsidRDefault="00EC32E8" w:rsidP="00EC32E8">
            <w:pPr>
              <w:pStyle w:val="CUSTOMColumnText"/>
              <w:rPr>
                <w:sz w:val="21"/>
                <w:szCs w:val="21"/>
              </w:rPr>
            </w:pPr>
          </w:p>
          <w:p w:rsidR="00EC32E8" w:rsidRDefault="00EC32E8" w:rsidP="00EC32E8">
            <w:pPr>
              <w:pStyle w:val="CUSTOMColumnTex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Conclusion</w:t>
            </w:r>
          </w:p>
          <w:p w:rsidR="00EC32E8" w:rsidRPr="0065384F" w:rsidRDefault="0065384F" w:rsidP="00EC32E8">
            <w:pPr>
              <w:pStyle w:val="CUSTOMColumnText"/>
              <w:rPr>
                <w:color w:val="FF0000"/>
                <w:sz w:val="21"/>
                <w:szCs w:val="21"/>
              </w:rPr>
            </w:pPr>
            <w:r w:rsidRPr="0065384F">
              <w:rPr>
                <w:color w:val="FF0000"/>
                <w:sz w:val="21"/>
                <w:szCs w:val="21"/>
              </w:rPr>
              <w:t>Gross SFJ and GSV reflux with associated varicose vein</w:t>
            </w:r>
          </w:p>
          <w:p w:rsidR="0065384F" w:rsidRPr="0065384F" w:rsidRDefault="0065384F" w:rsidP="00EC32E8">
            <w:pPr>
              <w:pStyle w:val="CUSTOMColumnText"/>
            </w:pPr>
            <w:r w:rsidRPr="0065384F">
              <w:rPr>
                <w:color w:val="FF0000"/>
                <w:sz w:val="21"/>
                <w:szCs w:val="21"/>
              </w:rPr>
              <w:t>Short segment SSV reflux mid-calf</w:t>
            </w:r>
          </w:p>
        </w:tc>
      </w:tr>
      <w:tr w:rsidR="009D4370" w:rsidTr="00876A79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  <w:bookmarkStart w:id="0" w:name="_GoBack"/>
            <w:bookmarkEnd w:id="0"/>
          </w:p>
        </w:tc>
      </w:tr>
      <w:tr w:rsidR="00EC32E8" w:rsidTr="00876A79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EC32E8" w:rsidRPr="00661023" w:rsidRDefault="00EC32E8" w:rsidP="009D4370">
            <w:pPr>
              <w:pStyle w:val="CUSTOMBoldColumnHeading"/>
              <w:spacing w:after="60"/>
              <w:rPr>
                <w:sz w:val="21"/>
                <w:szCs w:val="21"/>
              </w:rPr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661023">
      <w:headerReference w:type="default" r:id="rId8"/>
      <w:headerReference w:type="first" r:id="rId9"/>
      <w:footerReference w:type="first" r:id="rId10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35F" w:rsidRDefault="0014435F" w:rsidP="005748E3">
      <w:pPr>
        <w:spacing w:after="0" w:line="240" w:lineRule="auto"/>
      </w:pPr>
      <w:r>
        <w:separator/>
      </w:r>
    </w:p>
  </w:endnote>
  <w:endnote w:type="continuationSeparator" w:id="0">
    <w:p w:rsidR="0014435F" w:rsidRDefault="0014435F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35F" w:rsidRDefault="0014435F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004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35F" w:rsidRDefault="0014435F" w:rsidP="005748E3">
      <w:pPr>
        <w:spacing w:after="0" w:line="240" w:lineRule="auto"/>
      </w:pPr>
      <w:r>
        <w:separator/>
      </w:r>
    </w:p>
  </w:footnote>
  <w:footnote w:type="continuationSeparator" w:id="0">
    <w:p w:rsidR="0014435F" w:rsidRDefault="0014435F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35F" w:rsidRDefault="0014435F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6192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8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4" o:spid="_x0000_s1026" style="position:absolute;margin-left:42.55pt;margin-top:45.95pt;width:510.6pt;height:80.1pt;z-index:-251660288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8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312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209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435F" w:rsidRDefault="0014435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42.55pt;margin-top:789.85pt;width:510.25pt;height:22.7pt;z-index:-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K1rwIAAKs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tDJK1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14435F" w:rsidRDefault="0014435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35F" w:rsidRDefault="00F22DC5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685862</wp:posOffset>
              </wp:positionH>
              <wp:positionV relativeFrom="paragraph">
                <wp:posOffset>2588348</wp:posOffset>
              </wp:positionV>
              <wp:extent cx="5080099" cy="6027071"/>
              <wp:effectExtent l="0" t="0" r="63500" b="12065"/>
              <wp:wrapNone/>
              <wp:docPr id="77" name="Group 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80099" cy="6027071"/>
                        <a:chOff x="0" y="0"/>
                        <a:chExt cx="5080099" cy="6027071"/>
                      </a:xfrm>
                    </wpg:grpSpPr>
                    <wpg:grpSp>
                      <wpg:cNvPr id="1" name="Group 66"/>
                      <wpg:cNvGrpSpPr>
                        <a:grpSpLocks/>
                      </wpg:cNvGrpSpPr>
                      <wpg:grpSpPr bwMode="auto">
                        <a:xfrm>
                          <a:off x="909115" y="5787676"/>
                          <a:ext cx="3600450" cy="239395"/>
                          <a:chOff x="3870" y="14397"/>
                          <a:chExt cx="5670" cy="377"/>
                        </a:xfrm>
                      </wpg:grpSpPr>
                      <wpg:grpSp>
                        <wpg:cNvPr id="2" name="Group 62"/>
                        <wpg:cNvGrpSpPr>
                          <a:grpSpLocks/>
                        </wpg:cNvGrpSpPr>
                        <wpg:grpSpPr bwMode="auto">
                          <a:xfrm>
                            <a:off x="3870" y="14397"/>
                            <a:ext cx="1426" cy="377"/>
                            <a:chOff x="2620" y="14397"/>
                            <a:chExt cx="1426" cy="377"/>
                          </a:xfrm>
                        </wpg:grpSpPr>
                        <wps:wsp>
                          <wps:cNvPr id="3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0" y="14397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13" y="14452"/>
                              <a:ext cx="933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435F" w:rsidRDefault="0014435F" w:rsidP="009D68B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Reflux/</w:t>
                                </w:r>
                              </w:p>
                              <w:p w:rsidR="0014435F" w:rsidRPr="00B8442D" w:rsidRDefault="0014435F" w:rsidP="009D68B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Incompetence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wpg:grpSp>
                      <wpg:grpSp>
                        <wpg:cNvPr id="6" name="Group 63"/>
                        <wpg:cNvGrpSpPr>
                          <a:grpSpLocks/>
                        </wpg:cNvGrpSpPr>
                        <wpg:grpSpPr bwMode="auto">
                          <a:xfrm>
                            <a:off x="5606" y="14397"/>
                            <a:ext cx="1229" cy="377"/>
                            <a:chOff x="4916" y="14397"/>
                            <a:chExt cx="1229" cy="377"/>
                          </a:xfrm>
                        </wpg:grpSpPr>
                        <wps:wsp>
                          <wps:cNvPr id="7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6" y="14397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ADE0F9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99" y="14452"/>
                              <a:ext cx="746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435F" w:rsidRDefault="0014435F" w:rsidP="009D68B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Superficial</w:t>
                                </w:r>
                              </w:p>
                              <w:p w:rsidR="0014435F" w:rsidRPr="00B8442D" w:rsidRDefault="0014435F" w:rsidP="009D68B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4"/>
                                    <w:szCs w:val="14"/>
                                  </w:rPr>
                                </w:pPr>
                                <w:proofErr w:type="gramStart"/>
                                <w:r>
                                  <w:rPr>
                                    <w:sz w:val="14"/>
                                    <w:szCs w:val="14"/>
                                  </w:rPr>
                                  <w:t>veins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7102" y="14397"/>
                            <a:ext cx="984" cy="377"/>
                            <a:chOff x="6682" y="14397"/>
                            <a:chExt cx="984" cy="377"/>
                          </a:xfrm>
                        </wpg:grpSpPr>
                        <wps:wsp>
                          <wps:cNvPr id="10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82" y="14397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679AD1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65" y="14452"/>
                              <a:ext cx="501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435F" w:rsidRDefault="0014435F" w:rsidP="009D68B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Deep</w:t>
                                </w:r>
                              </w:p>
                              <w:p w:rsidR="0014435F" w:rsidRPr="00B8442D" w:rsidRDefault="0014435F" w:rsidP="009D68B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4"/>
                                    <w:szCs w:val="14"/>
                                  </w:rPr>
                                </w:pPr>
                                <w:proofErr w:type="gramStart"/>
                                <w:r>
                                  <w:rPr>
                                    <w:sz w:val="14"/>
                                    <w:szCs w:val="14"/>
                                  </w:rPr>
                                  <w:t>veins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wpg:grpSp>
                      <wpg:grpSp>
                        <wpg:cNvPr id="12" name="Group 65"/>
                        <wpg:cNvGrpSpPr>
                          <a:grpSpLocks/>
                        </wpg:cNvGrpSpPr>
                        <wpg:grpSpPr bwMode="auto">
                          <a:xfrm>
                            <a:off x="8216" y="14397"/>
                            <a:ext cx="1324" cy="377"/>
                            <a:chOff x="8216" y="14397"/>
                            <a:chExt cx="1324" cy="377"/>
                          </a:xfrm>
                        </wpg:grpSpPr>
                        <wps:wsp>
                          <wps:cNvPr id="13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8216" y="14397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99" y="14452"/>
                              <a:ext cx="841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435F" w:rsidRDefault="0014435F" w:rsidP="009D68B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Chronic</w:t>
                                </w:r>
                              </w:p>
                              <w:p w:rsidR="0014435F" w:rsidRPr="00B8442D" w:rsidRDefault="0014435F" w:rsidP="009D68B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DVT scarring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wpg:grpSp>
                    </wpg:grpSp>
                    <wps:wsp>
                      <wps:cNvPr id="16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445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C0C0C0"/>
                          </a:outerShdw>
                        </a:effectLst>
                      </wps:spPr>
                      <wps:txbx>
                        <w:txbxContent>
                          <w:p w:rsidR="0014435F" w:rsidRPr="005D0996" w:rsidRDefault="0014435F" w:rsidP="00424E7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Right leg: Anterior view</w:t>
                            </w:r>
                          </w:p>
                        </w:txbxContent>
                      </wps:txbx>
                      <wps:bodyPr rot="0" vert="horz" wrap="square" lIns="36000" tIns="43200" rIns="36000" bIns="43200" anchor="t" anchorCtr="0" upright="1">
                        <a:spAutoFit/>
                      </wps:bodyPr>
                    </wps:wsp>
                    <wps:wsp>
                      <wps:cNvPr id="17" name="Text Box 72"/>
                      <wps:cNvSpPr txBox="1">
                        <a:spLocks noChangeArrowheads="1"/>
                      </wps:cNvSpPr>
                      <wps:spPr bwMode="auto">
                        <a:xfrm>
                          <a:off x="3784454" y="0"/>
                          <a:ext cx="1295645" cy="35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C0C0C0"/>
                          </a:outerShdw>
                        </a:effectLst>
                      </wps:spPr>
                      <wps:txbx>
                        <w:txbxContent>
                          <w:p w:rsidR="0014435F" w:rsidRPr="005D0996" w:rsidRDefault="0014435F" w:rsidP="00424E7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Right leg: Posterior view</w:t>
                            </w:r>
                          </w:p>
                        </w:txbxContent>
                      </wps:txbx>
                      <wps:bodyPr rot="0" vert="horz" wrap="square" lIns="36000" tIns="43200" rIns="36000" bIns="43200" anchor="t" anchorCtr="0" upright="1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90" name="Picture 90" descr="1D VEINS OF THE LEG LEFT MEDIAL RIGHT MEDIAL BILATERALAmend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3510" b="1263"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84569" y="348846"/>
                          <a:ext cx="4825707" cy="531197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g:grpSp>
                      <wpg:cNvPr id="75" name="Group 75"/>
                      <wpg:cNvGrpSpPr/>
                      <wpg:grpSpPr>
                        <a:xfrm>
                          <a:off x="940828" y="1141679"/>
                          <a:ext cx="3008167" cy="3302272"/>
                          <a:chOff x="0" y="0"/>
                          <a:chExt cx="3008167" cy="3302272"/>
                        </a:xfrm>
                      </wpg:grpSpPr>
                      <wps:wsp>
                        <wps:cNvPr id="28" name="Freeform 28"/>
                        <wps:cNvSpPr/>
                        <wps:spPr>
                          <a:xfrm>
                            <a:off x="0" y="0"/>
                            <a:ext cx="313055" cy="2518410"/>
                          </a:xfrm>
                          <a:custGeom>
                            <a:avLst/>
                            <a:gdLst>
                              <a:gd name="connsiteX0" fmla="*/ 0 w 309007"/>
                              <a:gd name="connsiteY0" fmla="*/ 0 h 2645878"/>
                              <a:gd name="connsiteX1" fmla="*/ 45720 w 309007"/>
                              <a:gd name="connsiteY1" fmla="*/ 60960 h 2645878"/>
                              <a:gd name="connsiteX2" fmla="*/ 125730 w 309007"/>
                              <a:gd name="connsiteY2" fmla="*/ 121920 h 2645878"/>
                              <a:gd name="connsiteX3" fmla="*/ 171450 w 309007"/>
                              <a:gd name="connsiteY3" fmla="*/ 190500 h 2645878"/>
                              <a:gd name="connsiteX4" fmla="*/ 194310 w 309007"/>
                              <a:gd name="connsiteY4" fmla="*/ 491490 h 2645878"/>
                              <a:gd name="connsiteX5" fmla="*/ 209550 w 309007"/>
                              <a:gd name="connsiteY5" fmla="*/ 944880 h 2645878"/>
                              <a:gd name="connsiteX6" fmla="*/ 232410 w 309007"/>
                              <a:gd name="connsiteY6" fmla="*/ 1379220 h 2645878"/>
                              <a:gd name="connsiteX7" fmla="*/ 247650 w 309007"/>
                              <a:gd name="connsiteY7" fmla="*/ 1706880 h 2645878"/>
                              <a:gd name="connsiteX8" fmla="*/ 228600 w 309007"/>
                              <a:gd name="connsiteY8" fmla="*/ 1859280 h 2645878"/>
                              <a:gd name="connsiteX9" fmla="*/ 209550 w 309007"/>
                              <a:gd name="connsiteY9" fmla="*/ 2099310 h 2645878"/>
                              <a:gd name="connsiteX10" fmla="*/ 240030 w 309007"/>
                              <a:gd name="connsiteY10" fmla="*/ 2255520 h 2645878"/>
                              <a:gd name="connsiteX11" fmla="*/ 259080 w 309007"/>
                              <a:gd name="connsiteY11" fmla="*/ 2400300 h 2645878"/>
                              <a:gd name="connsiteX12" fmla="*/ 262890 w 309007"/>
                              <a:gd name="connsiteY12" fmla="*/ 2575560 h 2645878"/>
                              <a:gd name="connsiteX13" fmla="*/ 259080 w 309007"/>
                              <a:gd name="connsiteY13" fmla="*/ 2632710 h 2645878"/>
                              <a:gd name="connsiteX14" fmla="*/ 297180 w 309007"/>
                              <a:gd name="connsiteY14" fmla="*/ 2632710 h 2645878"/>
                              <a:gd name="connsiteX15" fmla="*/ 308610 w 309007"/>
                              <a:gd name="connsiteY15" fmla="*/ 2487930 h 2645878"/>
                              <a:gd name="connsiteX16" fmla="*/ 304800 w 309007"/>
                              <a:gd name="connsiteY16" fmla="*/ 2392680 h 2645878"/>
                              <a:gd name="connsiteX17" fmla="*/ 289560 w 309007"/>
                              <a:gd name="connsiteY17" fmla="*/ 2244090 h 2645878"/>
                              <a:gd name="connsiteX18" fmla="*/ 266700 w 309007"/>
                              <a:gd name="connsiteY18" fmla="*/ 2129790 h 2645878"/>
                              <a:gd name="connsiteX19" fmla="*/ 262890 w 309007"/>
                              <a:gd name="connsiteY19" fmla="*/ 1992630 h 2645878"/>
                              <a:gd name="connsiteX20" fmla="*/ 262890 w 309007"/>
                              <a:gd name="connsiteY20" fmla="*/ 1874520 h 2645878"/>
                              <a:gd name="connsiteX21" fmla="*/ 297180 w 309007"/>
                              <a:gd name="connsiteY21" fmla="*/ 1733550 h 2645878"/>
                              <a:gd name="connsiteX22" fmla="*/ 285750 w 309007"/>
                              <a:gd name="connsiteY22" fmla="*/ 1478280 h 2645878"/>
                              <a:gd name="connsiteX23" fmla="*/ 266700 w 309007"/>
                              <a:gd name="connsiteY23" fmla="*/ 918210 h 2645878"/>
                              <a:gd name="connsiteX24" fmla="*/ 240030 w 309007"/>
                              <a:gd name="connsiteY24" fmla="*/ 339090 h 2645878"/>
                              <a:gd name="connsiteX25" fmla="*/ 220980 w 309007"/>
                              <a:gd name="connsiteY25" fmla="*/ 167640 h 2645878"/>
                              <a:gd name="connsiteX26" fmla="*/ 118110 w 309007"/>
                              <a:gd name="connsiteY26" fmla="*/ 38100 h 2645878"/>
                              <a:gd name="connsiteX0" fmla="*/ 0 w 309007"/>
                              <a:gd name="connsiteY0" fmla="*/ 72410 h 2718288"/>
                              <a:gd name="connsiteX1" fmla="*/ 45720 w 309007"/>
                              <a:gd name="connsiteY1" fmla="*/ 133370 h 2718288"/>
                              <a:gd name="connsiteX2" fmla="*/ 125730 w 309007"/>
                              <a:gd name="connsiteY2" fmla="*/ 194330 h 2718288"/>
                              <a:gd name="connsiteX3" fmla="*/ 171450 w 309007"/>
                              <a:gd name="connsiteY3" fmla="*/ 262910 h 2718288"/>
                              <a:gd name="connsiteX4" fmla="*/ 194310 w 309007"/>
                              <a:gd name="connsiteY4" fmla="*/ 563900 h 2718288"/>
                              <a:gd name="connsiteX5" fmla="*/ 209550 w 309007"/>
                              <a:gd name="connsiteY5" fmla="*/ 1017290 h 2718288"/>
                              <a:gd name="connsiteX6" fmla="*/ 232410 w 309007"/>
                              <a:gd name="connsiteY6" fmla="*/ 1451630 h 2718288"/>
                              <a:gd name="connsiteX7" fmla="*/ 247650 w 309007"/>
                              <a:gd name="connsiteY7" fmla="*/ 1779290 h 2718288"/>
                              <a:gd name="connsiteX8" fmla="*/ 228600 w 309007"/>
                              <a:gd name="connsiteY8" fmla="*/ 1931690 h 2718288"/>
                              <a:gd name="connsiteX9" fmla="*/ 209550 w 309007"/>
                              <a:gd name="connsiteY9" fmla="*/ 2171720 h 2718288"/>
                              <a:gd name="connsiteX10" fmla="*/ 240030 w 309007"/>
                              <a:gd name="connsiteY10" fmla="*/ 2327930 h 2718288"/>
                              <a:gd name="connsiteX11" fmla="*/ 259080 w 309007"/>
                              <a:gd name="connsiteY11" fmla="*/ 2472710 h 2718288"/>
                              <a:gd name="connsiteX12" fmla="*/ 262890 w 309007"/>
                              <a:gd name="connsiteY12" fmla="*/ 2647970 h 2718288"/>
                              <a:gd name="connsiteX13" fmla="*/ 259080 w 309007"/>
                              <a:gd name="connsiteY13" fmla="*/ 2705120 h 2718288"/>
                              <a:gd name="connsiteX14" fmla="*/ 297180 w 309007"/>
                              <a:gd name="connsiteY14" fmla="*/ 2705120 h 2718288"/>
                              <a:gd name="connsiteX15" fmla="*/ 308610 w 309007"/>
                              <a:gd name="connsiteY15" fmla="*/ 2560340 h 2718288"/>
                              <a:gd name="connsiteX16" fmla="*/ 304800 w 309007"/>
                              <a:gd name="connsiteY16" fmla="*/ 2465090 h 2718288"/>
                              <a:gd name="connsiteX17" fmla="*/ 289560 w 309007"/>
                              <a:gd name="connsiteY17" fmla="*/ 2316500 h 2718288"/>
                              <a:gd name="connsiteX18" fmla="*/ 266700 w 309007"/>
                              <a:gd name="connsiteY18" fmla="*/ 2202200 h 2718288"/>
                              <a:gd name="connsiteX19" fmla="*/ 262890 w 309007"/>
                              <a:gd name="connsiteY19" fmla="*/ 2065040 h 2718288"/>
                              <a:gd name="connsiteX20" fmla="*/ 262890 w 309007"/>
                              <a:gd name="connsiteY20" fmla="*/ 1946930 h 2718288"/>
                              <a:gd name="connsiteX21" fmla="*/ 297180 w 309007"/>
                              <a:gd name="connsiteY21" fmla="*/ 1805960 h 2718288"/>
                              <a:gd name="connsiteX22" fmla="*/ 285750 w 309007"/>
                              <a:gd name="connsiteY22" fmla="*/ 1550690 h 2718288"/>
                              <a:gd name="connsiteX23" fmla="*/ 266700 w 309007"/>
                              <a:gd name="connsiteY23" fmla="*/ 990620 h 2718288"/>
                              <a:gd name="connsiteX24" fmla="*/ 240030 w 309007"/>
                              <a:gd name="connsiteY24" fmla="*/ 411500 h 2718288"/>
                              <a:gd name="connsiteX25" fmla="*/ 220980 w 309007"/>
                              <a:gd name="connsiteY25" fmla="*/ 240050 h 2718288"/>
                              <a:gd name="connsiteX26" fmla="*/ 0 w 309007"/>
                              <a:gd name="connsiteY26" fmla="*/ 0 h 2718288"/>
                              <a:gd name="connsiteX0" fmla="*/ 0 w 309007"/>
                              <a:gd name="connsiteY0" fmla="*/ 53357 h 2699235"/>
                              <a:gd name="connsiteX1" fmla="*/ 45720 w 309007"/>
                              <a:gd name="connsiteY1" fmla="*/ 114317 h 2699235"/>
                              <a:gd name="connsiteX2" fmla="*/ 125730 w 309007"/>
                              <a:gd name="connsiteY2" fmla="*/ 175277 h 2699235"/>
                              <a:gd name="connsiteX3" fmla="*/ 171450 w 309007"/>
                              <a:gd name="connsiteY3" fmla="*/ 243857 h 2699235"/>
                              <a:gd name="connsiteX4" fmla="*/ 194310 w 309007"/>
                              <a:gd name="connsiteY4" fmla="*/ 544847 h 2699235"/>
                              <a:gd name="connsiteX5" fmla="*/ 209550 w 309007"/>
                              <a:gd name="connsiteY5" fmla="*/ 998237 h 2699235"/>
                              <a:gd name="connsiteX6" fmla="*/ 232410 w 309007"/>
                              <a:gd name="connsiteY6" fmla="*/ 1432577 h 2699235"/>
                              <a:gd name="connsiteX7" fmla="*/ 247650 w 309007"/>
                              <a:gd name="connsiteY7" fmla="*/ 1760237 h 2699235"/>
                              <a:gd name="connsiteX8" fmla="*/ 228600 w 309007"/>
                              <a:gd name="connsiteY8" fmla="*/ 1912637 h 2699235"/>
                              <a:gd name="connsiteX9" fmla="*/ 209550 w 309007"/>
                              <a:gd name="connsiteY9" fmla="*/ 2152667 h 2699235"/>
                              <a:gd name="connsiteX10" fmla="*/ 240030 w 309007"/>
                              <a:gd name="connsiteY10" fmla="*/ 2308877 h 2699235"/>
                              <a:gd name="connsiteX11" fmla="*/ 259080 w 309007"/>
                              <a:gd name="connsiteY11" fmla="*/ 2453657 h 2699235"/>
                              <a:gd name="connsiteX12" fmla="*/ 262890 w 309007"/>
                              <a:gd name="connsiteY12" fmla="*/ 2628917 h 2699235"/>
                              <a:gd name="connsiteX13" fmla="*/ 259080 w 309007"/>
                              <a:gd name="connsiteY13" fmla="*/ 2686067 h 2699235"/>
                              <a:gd name="connsiteX14" fmla="*/ 297180 w 309007"/>
                              <a:gd name="connsiteY14" fmla="*/ 2686067 h 2699235"/>
                              <a:gd name="connsiteX15" fmla="*/ 308610 w 309007"/>
                              <a:gd name="connsiteY15" fmla="*/ 2541287 h 2699235"/>
                              <a:gd name="connsiteX16" fmla="*/ 304800 w 309007"/>
                              <a:gd name="connsiteY16" fmla="*/ 2446037 h 2699235"/>
                              <a:gd name="connsiteX17" fmla="*/ 289560 w 309007"/>
                              <a:gd name="connsiteY17" fmla="*/ 2297447 h 2699235"/>
                              <a:gd name="connsiteX18" fmla="*/ 266700 w 309007"/>
                              <a:gd name="connsiteY18" fmla="*/ 2183147 h 2699235"/>
                              <a:gd name="connsiteX19" fmla="*/ 262890 w 309007"/>
                              <a:gd name="connsiteY19" fmla="*/ 2045987 h 2699235"/>
                              <a:gd name="connsiteX20" fmla="*/ 262890 w 309007"/>
                              <a:gd name="connsiteY20" fmla="*/ 1927877 h 2699235"/>
                              <a:gd name="connsiteX21" fmla="*/ 297180 w 309007"/>
                              <a:gd name="connsiteY21" fmla="*/ 1786907 h 2699235"/>
                              <a:gd name="connsiteX22" fmla="*/ 285750 w 309007"/>
                              <a:gd name="connsiteY22" fmla="*/ 1531637 h 2699235"/>
                              <a:gd name="connsiteX23" fmla="*/ 266700 w 309007"/>
                              <a:gd name="connsiteY23" fmla="*/ 971567 h 2699235"/>
                              <a:gd name="connsiteX24" fmla="*/ 240030 w 309007"/>
                              <a:gd name="connsiteY24" fmla="*/ 392447 h 2699235"/>
                              <a:gd name="connsiteX25" fmla="*/ 220980 w 309007"/>
                              <a:gd name="connsiteY25" fmla="*/ 220997 h 2699235"/>
                              <a:gd name="connsiteX26" fmla="*/ 19075 w 309007"/>
                              <a:gd name="connsiteY26" fmla="*/ 0 h 2699235"/>
                              <a:gd name="connsiteX0" fmla="*/ 0 w 309007"/>
                              <a:gd name="connsiteY0" fmla="*/ 53357 h 2703692"/>
                              <a:gd name="connsiteX1" fmla="*/ 45720 w 309007"/>
                              <a:gd name="connsiteY1" fmla="*/ 114317 h 2703692"/>
                              <a:gd name="connsiteX2" fmla="*/ 125730 w 309007"/>
                              <a:gd name="connsiteY2" fmla="*/ 175277 h 2703692"/>
                              <a:gd name="connsiteX3" fmla="*/ 171450 w 309007"/>
                              <a:gd name="connsiteY3" fmla="*/ 243857 h 2703692"/>
                              <a:gd name="connsiteX4" fmla="*/ 194310 w 309007"/>
                              <a:gd name="connsiteY4" fmla="*/ 544847 h 2703692"/>
                              <a:gd name="connsiteX5" fmla="*/ 209550 w 309007"/>
                              <a:gd name="connsiteY5" fmla="*/ 998237 h 2703692"/>
                              <a:gd name="connsiteX6" fmla="*/ 232410 w 309007"/>
                              <a:gd name="connsiteY6" fmla="*/ 1432577 h 2703692"/>
                              <a:gd name="connsiteX7" fmla="*/ 247650 w 309007"/>
                              <a:gd name="connsiteY7" fmla="*/ 1760237 h 2703692"/>
                              <a:gd name="connsiteX8" fmla="*/ 228600 w 309007"/>
                              <a:gd name="connsiteY8" fmla="*/ 1912637 h 2703692"/>
                              <a:gd name="connsiteX9" fmla="*/ 209550 w 309007"/>
                              <a:gd name="connsiteY9" fmla="*/ 2152667 h 2703692"/>
                              <a:gd name="connsiteX10" fmla="*/ 240030 w 309007"/>
                              <a:gd name="connsiteY10" fmla="*/ 2308877 h 2703692"/>
                              <a:gd name="connsiteX11" fmla="*/ 259080 w 309007"/>
                              <a:gd name="connsiteY11" fmla="*/ 2453657 h 2703692"/>
                              <a:gd name="connsiteX12" fmla="*/ 266705 w 309007"/>
                              <a:gd name="connsiteY12" fmla="*/ 2548893 h 2703692"/>
                              <a:gd name="connsiteX13" fmla="*/ 259080 w 309007"/>
                              <a:gd name="connsiteY13" fmla="*/ 2686067 h 2703692"/>
                              <a:gd name="connsiteX14" fmla="*/ 297180 w 309007"/>
                              <a:gd name="connsiteY14" fmla="*/ 2686067 h 2703692"/>
                              <a:gd name="connsiteX15" fmla="*/ 308610 w 309007"/>
                              <a:gd name="connsiteY15" fmla="*/ 2541287 h 2703692"/>
                              <a:gd name="connsiteX16" fmla="*/ 304800 w 309007"/>
                              <a:gd name="connsiteY16" fmla="*/ 2446037 h 2703692"/>
                              <a:gd name="connsiteX17" fmla="*/ 289560 w 309007"/>
                              <a:gd name="connsiteY17" fmla="*/ 2297447 h 2703692"/>
                              <a:gd name="connsiteX18" fmla="*/ 266700 w 309007"/>
                              <a:gd name="connsiteY18" fmla="*/ 2183147 h 2703692"/>
                              <a:gd name="connsiteX19" fmla="*/ 262890 w 309007"/>
                              <a:gd name="connsiteY19" fmla="*/ 2045987 h 2703692"/>
                              <a:gd name="connsiteX20" fmla="*/ 262890 w 309007"/>
                              <a:gd name="connsiteY20" fmla="*/ 1927877 h 2703692"/>
                              <a:gd name="connsiteX21" fmla="*/ 297180 w 309007"/>
                              <a:gd name="connsiteY21" fmla="*/ 1786907 h 2703692"/>
                              <a:gd name="connsiteX22" fmla="*/ 285750 w 309007"/>
                              <a:gd name="connsiteY22" fmla="*/ 1531637 h 2703692"/>
                              <a:gd name="connsiteX23" fmla="*/ 266700 w 309007"/>
                              <a:gd name="connsiteY23" fmla="*/ 971567 h 2703692"/>
                              <a:gd name="connsiteX24" fmla="*/ 240030 w 309007"/>
                              <a:gd name="connsiteY24" fmla="*/ 392447 h 2703692"/>
                              <a:gd name="connsiteX25" fmla="*/ 220980 w 309007"/>
                              <a:gd name="connsiteY25" fmla="*/ 220997 h 2703692"/>
                              <a:gd name="connsiteX26" fmla="*/ 19075 w 309007"/>
                              <a:gd name="connsiteY26" fmla="*/ 0 h 2703692"/>
                              <a:gd name="connsiteX0" fmla="*/ 0 w 311747"/>
                              <a:gd name="connsiteY0" fmla="*/ 53357 h 2686078"/>
                              <a:gd name="connsiteX1" fmla="*/ 45720 w 311747"/>
                              <a:gd name="connsiteY1" fmla="*/ 114317 h 2686078"/>
                              <a:gd name="connsiteX2" fmla="*/ 125730 w 311747"/>
                              <a:gd name="connsiteY2" fmla="*/ 175277 h 2686078"/>
                              <a:gd name="connsiteX3" fmla="*/ 171450 w 311747"/>
                              <a:gd name="connsiteY3" fmla="*/ 243857 h 2686078"/>
                              <a:gd name="connsiteX4" fmla="*/ 194310 w 311747"/>
                              <a:gd name="connsiteY4" fmla="*/ 544847 h 2686078"/>
                              <a:gd name="connsiteX5" fmla="*/ 209550 w 311747"/>
                              <a:gd name="connsiteY5" fmla="*/ 998237 h 2686078"/>
                              <a:gd name="connsiteX6" fmla="*/ 232410 w 311747"/>
                              <a:gd name="connsiteY6" fmla="*/ 1432577 h 2686078"/>
                              <a:gd name="connsiteX7" fmla="*/ 247650 w 311747"/>
                              <a:gd name="connsiteY7" fmla="*/ 1760237 h 2686078"/>
                              <a:gd name="connsiteX8" fmla="*/ 228600 w 311747"/>
                              <a:gd name="connsiteY8" fmla="*/ 1912637 h 2686078"/>
                              <a:gd name="connsiteX9" fmla="*/ 209550 w 311747"/>
                              <a:gd name="connsiteY9" fmla="*/ 2152667 h 2686078"/>
                              <a:gd name="connsiteX10" fmla="*/ 240030 w 311747"/>
                              <a:gd name="connsiteY10" fmla="*/ 2308877 h 2686078"/>
                              <a:gd name="connsiteX11" fmla="*/ 259080 w 311747"/>
                              <a:gd name="connsiteY11" fmla="*/ 2453657 h 2686078"/>
                              <a:gd name="connsiteX12" fmla="*/ 266705 w 311747"/>
                              <a:gd name="connsiteY12" fmla="*/ 2548893 h 2686078"/>
                              <a:gd name="connsiteX13" fmla="*/ 259080 w 311747"/>
                              <a:gd name="connsiteY13" fmla="*/ 2686067 h 2686078"/>
                              <a:gd name="connsiteX14" fmla="*/ 308610 w 311747"/>
                              <a:gd name="connsiteY14" fmla="*/ 2541287 h 2686078"/>
                              <a:gd name="connsiteX15" fmla="*/ 304800 w 311747"/>
                              <a:gd name="connsiteY15" fmla="*/ 2446037 h 2686078"/>
                              <a:gd name="connsiteX16" fmla="*/ 289560 w 311747"/>
                              <a:gd name="connsiteY16" fmla="*/ 2297447 h 2686078"/>
                              <a:gd name="connsiteX17" fmla="*/ 266700 w 311747"/>
                              <a:gd name="connsiteY17" fmla="*/ 2183147 h 2686078"/>
                              <a:gd name="connsiteX18" fmla="*/ 262890 w 311747"/>
                              <a:gd name="connsiteY18" fmla="*/ 2045987 h 2686078"/>
                              <a:gd name="connsiteX19" fmla="*/ 262890 w 311747"/>
                              <a:gd name="connsiteY19" fmla="*/ 1927877 h 2686078"/>
                              <a:gd name="connsiteX20" fmla="*/ 297180 w 311747"/>
                              <a:gd name="connsiteY20" fmla="*/ 1786907 h 2686078"/>
                              <a:gd name="connsiteX21" fmla="*/ 285750 w 311747"/>
                              <a:gd name="connsiteY21" fmla="*/ 1531637 h 2686078"/>
                              <a:gd name="connsiteX22" fmla="*/ 266700 w 311747"/>
                              <a:gd name="connsiteY22" fmla="*/ 971567 h 2686078"/>
                              <a:gd name="connsiteX23" fmla="*/ 240030 w 311747"/>
                              <a:gd name="connsiteY23" fmla="*/ 392447 h 2686078"/>
                              <a:gd name="connsiteX24" fmla="*/ 220980 w 311747"/>
                              <a:gd name="connsiteY24" fmla="*/ 220997 h 2686078"/>
                              <a:gd name="connsiteX25" fmla="*/ 19075 w 311747"/>
                              <a:gd name="connsiteY25" fmla="*/ 0 h 2686078"/>
                              <a:gd name="connsiteX0" fmla="*/ 0 w 311188"/>
                              <a:gd name="connsiteY0" fmla="*/ 53357 h 2557462"/>
                              <a:gd name="connsiteX1" fmla="*/ 45720 w 311188"/>
                              <a:gd name="connsiteY1" fmla="*/ 114317 h 2557462"/>
                              <a:gd name="connsiteX2" fmla="*/ 125730 w 311188"/>
                              <a:gd name="connsiteY2" fmla="*/ 175277 h 2557462"/>
                              <a:gd name="connsiteX3" fmla="*/ 171450 w 311188"/>
                              <a:gd name="connsiteY3" fmla="*/ 243857 h 2557462"/>
                              <a:gd name="connsiteX4" fmla="*/ 194310 w 311188"/>
                              <a:gd name="connsiteY4" fmla="*/ 544847 h 2557462"/>
                              <a:gd name="connsiteX5" fmla="*/ 209550 w 311188"/>
                              <a:gd name="connsiteY5" fmla="*/ 998237 h 2557462"/>
                              <a:gd name="connsiteX6" fmla="*/ 232410 w 311188"/>
                              <a:gd name="connsiteY6" fmla="*/ 1432577 h 2557462"/>
                              <a:gd name="connsiteX7" fmla="*/ 247650 w 311188"/>
                              <a:gd name="connsiteY7" fmla="*/ 1760237 h 2557462"/>
                              <a:gd name="connsiteX8" fmla="*/ 228600 w 311188"/>
                              <a:gd name="connsiteY8" fmla="*/ 1912637 h 2557462"/>
                              <a:gd name="connsiteX9" fmla="*/ 209550 w 311188"/>
                              <a:gd name="connsiteY9" fmla="*/ 2152667 h 2557462"/>
                              <a:gd name="connsiteX10" fmla="*/ 240030 w 311188"/>
                              <a:gd name="connsiteY10" fmla="*/ 2308877 h 2557462"/>
                              <a:gd name="connsiteX11" fmla="*/ 259080 w 311188"/>
                              <a:gd name="connsiteY11" fmla="*/ 2453657 h 2557462"/>
                              <a:gd name="connsiteX12" fmla="*/ 266705 w 311188"/>
                              <a:gd name="connsiteY12" fmla="*/ 2548893 h 2557462"/>
                              <a:gd name="connsiteX13" fmla="*/ 308610 w 311188"/>
                              <a:gd name="connsiteY13" fmla="*/ 2541287 h 2557462"/>
                              <a:gd name="connsiteX14" fmla="*/ 304800 w 311188"/>
                              <a:gd name="connsiteY14" fmla="*/ 2446037 h 2557462"/>
                              <a:gd name="connsiteX15" fmla="*/ 289560 w 311188"/>
                              <a:gd name="connsiteY15" fmla="*/ 2297447 h 2557462"/>
                              <a:gd name="connsiteX16" fmla="*/ 266700 w 311188"/>
                              <a:gd name="connsiteY16" fmla="*/ 2183147 h 2557462"/>
                              <a:gd name="connsiteX17" fmla="*/ 262890 w 311188"/>
                              <a:gd name="connsiteY17" fmla="*/ 2045987 h 2557462"/>
                              <a:gd name="connsiteX18" fmla="*/ 262890 w 311188"/>
                              <a:gd name="connsiteY18" fmla="*/ 1927877 h 2557462"/>
                              <a:gd name="connsiteX19" fmla="*/ 297180 w 311188"/>
                              <a:gd name="connsiteY19" fmla="*/ 1786907 h 2557462"/>
                              <a:gd name="connsiteX20" fmla="*/ 285750 w 311188"/>
                              <a:gd name="connsiteY20" fmla="*/ 1531637 h 2557462"/>
                              <a:gd name="connsiteX21" fmla="*/ 266700 w 311188"/>
                              <a:gd name="connsiteY21" fmla="*/ 971567 h 2557462"/>
                              <a:gd name="connsiteX22" fmla="*/ 240030 w 311188"/>
                              <a:gd name="connsiteY22" fmla="*/ 392447 h 2557462"/>
                              <a:gd name="connsiteX23" fmla="*/ 220980 w 311188"/>
                              <a:gd name="connsiteY23" fmla="*/ 220997 h 2557462"/>
                              <a:gd name="connsiteX24" fmla="*/ 19075 w 311188"/>
                              <a:gd name="connsiteY24" fmla="*/ 0 h 2557462"/>
                              <a:gd name="connsiteX0" fmla="*/ 0 w 313375"/>
                              <a:gd name="connsiteY0" fmla="*/ 53357 h 2550727"/>
                              <a:gd name="connsiteX1" fmla="*/ 45720 w 313375"/>
                              <a:gd name="connsiteY1" fmla="*/ 114317 h 2550727"/>
                              <a:gd name="connsiteX2" fmla="*/ 125730 w 313375"/>
                              <a:gd name="connsiteY2" fmla="*/ 175277 h 2550727"/>
                              <a:gd name="connsiteX3" fmla="*/ 171450 w 313375"/>
                              <a:gd name="connsiteY3" fmla="*/ 243857 h 2550727"/>
                              <a:gd name="connsiteX4" fmla="*/ 194310 w 313375"/>
                              <a:gd name="connsiteY4" fmla="*/ 544847 h 2550727"/>
                              <a:gd name="connsiteX5" fmla="*/ 209550 w 313375"/>
                              <a:gd name="connsiteY5" fmla="*/ 998237 h 2550727"/>
                              <a:gd name="connsiteX6" fmla="*/ 232410 w 313375"/>
                              <a:gd name="connsiteY6" fmla="*/ 1432577 h 2550727"/>
                              <a:gd name="connsiteX7" fmla="*/ 247650 w 313375"/>
                              <a:gd name="connsiteY7" fmla="*/ 1760237 h 2550727"/>
                              <a:gd name="connsiteX8" fmla="*/ 228600 w 313375"/>
                              <a:gd name="connsiteY8" fmla="*/ 1912637 h 2550727"/>
                              <a:gd name="connsiteX9" fmla="*/ 209550 w 313375"/>
                              <a:gd name="connsiteY9" fmla="*/ 2152667 h 2550727"/>
                              <a:gd name="connsiteX10" fmla="*/ 240030 w 313375"/>
                              <a:gd name="connsiteY10" fmla="*/ 2308877 h 2550727"/>
                              <a:gd name="connsiteX11" fmla="*/ 259080 w 313375"/>
                              <a:gd name="connsiteY11" fmla="*/ 2453657 h 2550727"/>
                              <a:gd name="connsiteX12" fmla="*/ 266705 w 313375"/>
                              <a:gd name="connsiteY12" fmla="*/ 2548893 h 2550727"/>
                              <a:gd name="connsiteX13" fmla="*/ 311188 w 313375"/>
                              <a:gd name="connsiteY13" fmla="*/ 2511118 h 2550727"/>
                              <a:gd name="connsiteX14" fmla="*/ 304800 w 313375"/>
                              <a:gd name="connsiteY14" fmla="*/ 2446037 h 2550727"/>
                              <a:gd name="connsiteX15" fmla="*/ 289560 w 313375"/>
                              <a:gd name="connsiteY15" fmla="*/ 2297447 h 2550727"/>
                              <a:gd name="connsiteX16" fmla="*/ 266700 w 313375"/>
                              <a:gd name="connsiteY16" fmla="*/ 2183147 h 2550727"/>
                              <a:gd name="connsiteX17" fmla="*/ 262890 w 313375"/>
                              <a:gd name="connsiteY17" fmla="*/ 2045987 h 2550727"/>
                              <a:gd name="connsiteX18" fmla="*/ 262890 w 313375"/>
                              <a:gd name="connsiteY18" fmla="*/ 1927877 h 2550727"/>
                              <a:gd name="connsiteX19" fmla="*/ 297180 w 313375"/>
                              <a:gd name="connsiteY19" fmla="*/ 1786907 h 2550727"/>
                              <a:gd name="connsiteX20" fmla="*/ 285750 w 313375"/>
                              <a:gd name="connsiteY20" fmla="*/ 1531637 h 2550727"/>
                              <a:gd name="connsiteX21" fmla="*/ 266700 w 313375"/>
                              <a:gd name="connsiteY21" fmla="*/ 971567 h 2550727"/>
                              <a:gd name="connsiteX22" fmla="*/ 240030 w 313375"/>
                              <a:gd name="connsiteY22" fmla="*/ 392447 h 2550727"/>
                              <a:gd name="connsiteX23" fmla="*/ 220980 w 313375"/>
                              <a:gd name="connsiteY23" fmla="*/ 220997 h 2550727"/>
                              <a:gd name="connsiteX24" fmla="*/ 19075 w 313375"/>
                              <a:gd name="connsiteY24" fmla="*/ 0 h 2550727"/>
                              <a:gd name="connsiteX0" fmla="*/ 0 w 313643"/>
                              <a:gd name="connsiteY0" fmla="*/ 53357 h 2518605"/>
                              <a:gd name="connsiteX1" fmla="*/ 45720 w 313643"/>
                              <a:gd name="connsiteY1" fmla="*/ 114317 h 2518605"/>
                              <a:gd name="connsiteX2" fmla="*/ 125730 w 313643"/>
                              <a:gd name="connsiteY2" fmla="*/ 175277 h 2518605"/>
                              <a:gd name="connsiteX3" fmla="*/ 171450 w 313643"/>
                              <a:gd name="connsiteY3" fmla="*/ 243857 h 2518605"/>
                              <a:gd name="connsiteX4" fmla="*/ 194310 w 313643"/>
                              <a:gd name="connsiteY4" fmla="*/ 544847 h 2518605"/>
                              <a:gd name="connsiteX5" fmla="*/ 209550 w 313643"/>
                              <a:gd name="connsiteY5" fmla="*/ 998237 h 2518605"/>
                              <a:gd name="connsiteX6" fmla="*/ 232410 w 313643"/>
                              <a:gd name="connsiteY6" fmla="*/ 1432577 h 2518605"/>
                              <a:gd name="connsiteX7" fmla="*/ 247650 w 313643"/>
                              <a:gd name="connsiteY7" fmla="*/ 1760237 h 2518605"/>
                              <a:gd name="connsiteX8" fmla="*/ 228600 w 313643"/>
                              <a:gd name="connsiteY8" fmla="*/ 1912637 h 2518605"/>
                              <a:gd name="connsiteX9" fmla="*/ 209550 w 313643"/>
                              <a:gd name="connsiteY9" fmla="*/ 2152667 h 2518605"/>
                              <a:gd name="connsiteX10" fmla="*/ 240030 w 313643"/>
                              <a:gd name="connsiteY10" fmla="*/ 2308877 h 2518605"/>
                              <a:gd name="connsiteX11" fmla="*/ 259080 w 313643"/>
                              <a:gd name="connsiteY11" fmla="*/ 2453657 h 2518605"/>
                              <a:gd name="connsiteX12" fmla="*/ 262891 w 313643"/>
                              <a:gd name="connsiteY12" fmla="*/ 2510785 h 2518605"/>
                              <a:gd name="connsiteX13" fmla="*/ 311188 w 313643"/>
                              <a:gd name="connsiteY13" fmla="*/ 2511118 h 2518605"/>
                              <a:gd name="connsiteX14" fmla="*/ 304800 w 313643"/>
                              <a:gd name="connsiteY14" fmla="*/ 2446037 h 2518605"/>
                              <a:gd name="connsiteX15" fmla="*/ 289560 w 313643"/>
                              <a:gd name="connsiteY15" fmla="*/ 2297447 h 2518605"/>
                              <a:gd name="connsiteX16" fmla="*/ 266700 w 313643"/>
                              <a:gd name="connsiteY16" fmla="*/ 2183147 h 2518605"/>
                              <a:gd name="connsiteX17" fmla="*/ 262890 w 313643"/>
                              <a:gd name="connsiteY17" fmla="*/ 2045987 h 2518605"/>
                              <a:gd name="connsiteX18" fmla="*/ 262890 w 313643"/>
                              <a:gd name="connsiteY18" fmla="*/ 1927877 h 2518605"/>
                              <a:gd name="connsiteX19" fmla="*/ 297180 w 313643"/>
                              <a:gd name="connsiteY19" fmla="*/ 1786907 h 2518605"/>
                              <a:gd name="connsiteX20" fmla="*/ 285750 w 313643"/>
                              <a:gd name="connsiteY20" fmla="*/ 1531637 h 2518605"/>
                              <a:gd name="connsiteX21" fmla="*/ 266700 w 313643"/>
                              <a:gd name="connsiteY21" fmla="*/ 971567 h 2518605"/>
                              <a:gd name="connsiteX22" fmla="*/ 240030 w 313643"/>
                              <a:gd name="connsiteY22" fmla="*/ 392447 h 2518605"/>
                              <a:gd name="connsiteX23" fmla="*/ 220980 w 313643"/>
                              <a:gd name="connsiteY23" fmla="*/ 220997 h 2518605"/>
                              <a:gd name="connsiteX24" fmla="*/ 19075 w 313643"/>
                              <a:gd name="connsiteY24" fmla="*/ 0 h 25186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313643" h="2518605">
                                <a:moveTo>
                                  <a:pt x="0" y="53357"/>
                                </a:moveTo>
                                <a:cubicBezTo>
                                  <a:pt x="12382" y="73677"/>
                                  <a:pt x="24765" y="93997"/>
                                  <a:pt x="45720" y="114317"/>
                                </a:cubicBezTo>
                                <a:cubicBezTo>
                                  <a:pt x="66675" y="134637"/>
                                  <a:pt x="104775" y="153687"/>
                                  <a:pt x="125730" y="175277"/>
                                </a:cubicBezTo>
                                <a:cubicBezTo>
                                  <a:pt x="146685" y="196867"/>
                                  <a:pt x="160020" y="182262"/>
                                  <a:pt x="171450" y="243857"/>
                                </a:cubicBezTo>
                                <a:cubicBezTo>
                                  <a:pt x="182880" y="305452"/>
                                  <a:pt x="187960" y="419117"/>
                                  <a:pt x="194310" y="544847"/>
                                </a:cubicBezTo>
                                <a:cubicBezTo>
                                  <a:pt x="200660" y="670577"/>
                                  <a:pt x="203200" y="850282"/>
                                  <a:pt x="209550" y="998237"/>
                                </a:cubicBezTo>
                                <a:cubicBezTo>
                                  <a:pt x="215900" y="1146192"/>
                                  <a:pt x="226060" y="1305577"/>
                                  <a:pt x="232410" y="1432577"/>
                                </a:cubicBezTo>
                                <a:cubicBezTo>
                                  <a:pt x="238760" y="1559577"/>
                                  <a:pt x="248285" y="1680227"/>
                                  <a:pt x="247650" y="1760237"/>
                                </a:cubicBezTo>
                                <a:cubicBezTo>
                                  <a:pt x="247015" y="1840247"/>
                                  <a:pt x="234950" y="1847232"/>
                                  <a:pt x="228600" y="1912637"/>
                                </a:cubicBezTo>
                                <a:cubicBezTo>
                                  <a:pt x="222250" y="1978042"/>
                                  <a:pt x="207645" y="2086627"/>
                                  <a:pt x="209550" y="2152667"/>
                                </a:cubicBezTo>
                                <a:cubicBezTo>
                                  <a:pt x="211455" y="2218707"/>
                                  <a:pt x="231775" y="2258712"/>
                                  <a:pt x="240030" y="2308877"/>
                                </a:cubicBezTo>
                                <a:cubicBezTo>
                                  <a:pt x="248285" y="2359042"/>
                                  <a:pt x="255270" y="2420006"/>
                                  <a:pt x="259080" y="2453657"/>
                                </a:cubicBezTo>
                                <a:cubicBezTo>
                                  <a:pt x="262890" y="2487308"/>
                                  <a:pt x="254206" y="2501208"/>
                                  <a:pt x="262891" y="2510785"/>
                                </a:cubicBezTo>
                                <a:cubicBezTo>
                                  <a:pt x="271576" y="2520362"/>
                                  <a:pt x="304203" y="2521909"/>
                                  <a:pt x="311188" y="2511118"/>
                                </a:cubicBezTo>
                                <a:cubicBezTo>
                                  <a:pt x="318173" y="2500327"/>
                                  <a:pt x="308405" y="2481649"/>
                                  <a:pt x="304800" y="2446037"/>
                                </a:cubicBezTo>
                                <a:cubicBezTo>
                                  <a:pt x="301195" y="2410425"/>
                                  <a:pt x="295910" y="2341262"/>
                                  <a:pt x="289560" y="2297447"/>
                                </a:cubicBezTo>
                                <a:cubicBezTo>
                                  <a:pt x="283210" y="2253632"/>
                                  <a:pt x="271145" y="2225057"/>
                                  <a:pt x="266700" y="2183147"/>
                                </a:cubicBezTo>
                                <a:cubicBezTo>
                                  <a:pt x="262255" y="2141237"/>
                                  <a:pt x="263525" y="2088532"/>
                                  <a:pt x="262890" y="2045987"/>
                                </a:cubicBezTo>
                                <a:cubicBezTo>
                                  <a:pt x="262255" y="2003442"/>
                                  <a:pt x="257175" y="1971057"/>
                                  <a:pt x="262890" y="1927877"/>
                                </a:cubicBezTo>
                                <a:cubicBezTo>
                                  <a:pt x="268605" y="1884697"/>
                                  <a:pt x="293370" y="1852947"/>
                                  <a:pt x="297180" y="1786907"/>
                                </a:cubicBezTo>
                                <a:cubicBezTo>
                                  <a:pt x="300990" y="1720867"/>
                                  <a:pt x="290830" y="1667527"/>
                                  <a:pt x="285750" y="1531637"/>
                                </a:cubicBezTo>
                                <a:cubicBezTo>
                                  <a:pt x="280670" y="1395747"/>
                                  <a:pt x="274320" y="1161432"/>
                                  <a:pt x="266700" y="971567"/>
                                </a:cubicBezTo>
                                <a:cubicBezTo>
                                  <a:pt x="259080" y="781702"/>
                                  <a:pt x="247650" y="517542"/>
                                  <a:pt x="240030" y="392447"/>
                                </a:cubicBezTo>
                                <a:cubicBezTo>
                                  <a:pt x="232410" y="267352"/>
                                  <a:pt x="257806" y="286405"/>
                                  <a:pt x="220980" y="220997"/>
                                </a:cubicBezTo>
                                <a:cubicBezTo>
                                  <a:pt x="184154" y="155589"/>
                                  <a:pt x="48285" y="34290"/>
                                  <a:pt x="19075" y="0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Freeform 64"/>
                        <wps:cNvSpPr/>
                        <wps:spPr>
                          <a:xfrm>
                            <a:off x="274848" y="2394354"/>
                            <a:ext cx="127949" cy="279915"/>
                          </a:xfrm>
                          <a:custGeom>
                            <a:avLst/>
                            <a:gdLst>
                              <a:gd name="connsiteX0" fmla="*/ 123 w 112306"/>
                              <a:gd name="connsiteY0" fmla="*/ 54811 h 280910"/>
                              <a:gd name="connsiteX1" fmla="*/ 45843 w 112306"/>
                              <a:gd name="connsiteY1" fmla="*/ 5281 h 280910"/>
                              <a:gd name="connsiteX2" fmla="*/ 64893 w 112306"/>
                              <a:gd name="connsiteY2" fmla="*/ 5281 h 280910"/>
                              <a:gd name="connsiteX3" fmla="*/ 87753 w 112306"/>
                              <a:gd name="connsiteY3" fmla="*/ 39571 h 280910"/>
                              <a:gd name="connsiteX4" fmla="*/ 87753 w 112306"/>
                              <a:gd name="connsiteY4" fmla="*/ 89101 h 280910"/>
                              <a:gd name="connsiteX5" fmla="*/ 110613 w 112306"/>
                              <a:gd name="connsiteY5" fmla="*/ 96721 h 280910"/>
                              <a:gd name="connsiteX6" fmla="*/ 110613 w 112306"/>
                              <a:gd name="connsiteY6" fmla="*/ 138631 h 280910"/>
                              <a:gd name="connsiteX7" fmla="*/ 110613 w 112306"/>
                              <a:gd name="connsiteY7" fmla="*/ 191971 h 280910"/>
                              <a:gd name="connsiteX8" fmla="*/ 87753 w 112306"/>
                              <a:gd name="connsiteY8" fmla="*/ 256741 h 280910"/>
                              <a:gd name="connsiteX9" fmla="*/ 49653 w 112306"/>
                              <a:gd name="connsiteY9" fmla="*/ 279601 h 280910"/>
                              <a:gd name="connsiteX10" fmla="*/ 61083 w 112306"/>
                              <a:gd name="connsiteY10" fmla="*/ 222451 h 280910"/>
                              <a:gd name="connsiteX11" fmla="*/ 83943 w 112306"/>
                              <a:gd name="connsiteY11" fmla="*/ 199591 h 280910"/>
                              <a:gd name="connsiteX12" fmla="*/ 83943 w 112306"/>
                              <a:gd name="connsiteY12" fmla="*/ 150061 h 280910"/>
                              <a:gd name="connsiteX13" fmla="*/ 72513 w 112306"/>
                              <a:gd name="connsiteY13" fmla="*/ 142441 h 280910"/>
                              <a:gd name="connsiteX14" fmla="*/ 61083 w 112306"/>
                              <a:gd name="connsiteY14" fmla="*/ 142441 h 280910"/>
                              <a:gd name="connsiteX15" fmla="*/ 61083 w 112306"/>
                              <a:gd name="connsiteY15" fmla="*/ 62431 h 280910"/>
                              <a:gd name="connsiteX16" fmla="*/ 123 w 112306"/>
                              <a:gd name="connsiteY16" fmla="*/ 54811 h 280910"/>
                              <a:gd name="connsiteX0" fmla="*/ 93 w 127075"/>
                              <a:gd name="connsiteY0" fmla="*/ 38563 h 279915"/>
                              <a:gd name="connsiteX1" fmla="*/ 60612 w 127075"/>
                              <a:gd name="connsiteY1" fmla="*/ 4286 h 279915"/>
                              <a:gd name="connsiteX2" fmla="*/ 79662 w 127075"/>
                              <a:gd name="connsiteY2" fmla="*/ 4286 h 279915"/>
                              <a:gd name="connsiteX3" fmla="*/ 102522 w 127075"/>
                              <a:gd name="connsiteY3" fmla="*/ 38576 h 279915"/>
                              <a:gd name="connsiteX4" fmla="*/ 102522 w 127075"/>
                              <a:gd name="connsiteY4" fmla="*/ 88106 h 279915"/>
                              <a:gd name="connsiteX5" fmla="*/ 125382 w 127075"/>
                              <a:gd name="connsiteY5" fmla="*/ 95726 h 279915"/>
                              <a:gd name="connsiteX6" fmla="*/ 125382 w 127075"/>
                              <a:gd name="connsiteY6" fmla="*/ 137636 h 279915"/>
                              <a:gd name="connsiteX7" fmla="*/ 125382 w 127075"/>
                              <a:gd name="connsiteY7" fmla="*/ 190976 h 279915"/>
                              <a:gd name="connsiteX8" fmla="*/ 102522 w 127075"/>
                              <a:gd name="connsiteY8" fmla="*/ 255746 h 279915"/>
                              <a:gd name="connsiteX9" fmla="*/ 64422 w 127075"/>
                              <a:gd name="connsiteY9" fmla="*/ 278606 h 279915"/>
                              <a:gd name="connsiteX10" fmla="*/ 75852 w 127075"/>
                              <a:gd name="connsiteY10" fmla="*/ 221456 h 279915"/>
                              <a:gd name="connsiteX11" fmla="*/ 98712 w 127075"/>
                              <a:gd name="connsiteY11" fmla="*/ 198596 h 279915"/>
                              <a:gd name="connsiteX12" fmla="*/ 98712 w 127075"/>
                              <a:gd name="connsiteY12" fmla="*/ 149066 h 279915"/>
                              <a:gd name="connsiteX13" fmla="*/ 87282 w 127075"/>
                              <a:gd name="connsiteY13" fmla="*/ 141446 h 279915"/>
                              <a:gd name="connsiteX14" fmla="*/ 75852 w 127075"/>
                              <a:gd name="connsiteY14" fmla="*/ 141446 h 279915"/>
                              <a:gd name="connsiteX15" fmla="*/ 75852 w 127075"/>
                              <a:gd name="connsiteY15" fmla="*/ 61436 h 279915"/>
                              <a:gd name="connsiteX16" fmla="*/ 93 w 127075"/>
                              <a:gd name="connsiteY16" fmla="*/ 38563 h 279915"/>
                              <a:gd name="connsiteX0" fmla="*/ 945 w 127927"/>
                              <a:gd name="connsiteY0" fmla="*/ 38563 h 279915"/>
                              <a:gd name="connsiteX1" fmla="*/ 61464 w 127927"/>
                              <a:gd name="connsiteY1" fmla="*/ 4286 h 279915"/>
                              <a:gd name="connsiteX2" fmla="*/ 80514 w 127927"/>
                              <a:gd name="connsiteY2" fmla="*/ 4286 h 279915"/>
                              <a:gd name="connsiteX3" fmla="*/ 103374 w 127927"/>
                              <a:gd name="connsiteY3" fmla="*/ 38576 h 279915"/>
                              <a:gd name="connsiteX4" fmla="*/ 103374 w 127927"/>
                              <a:gd name="connsiteY4" fmla="*/ 88106 h 279915"/>
                              <a:gd name="connsiteX5" fmla="*/ 126234 w 127927"/>
                              <a:gd name="connsiteY5" fmla="*/ 95726 h 279915"/>
                              <a:gd name="connsiteX6" fmla="*/ 126234 w 127927"/>
                              <a:gd name="connsiteY6" fmla="*/ 137636 h 279915"/>
                              <a:gd name="connsiteX7" fmla="*/ 126234 w 127927"/>
                              <a:gd name="connsiteY7" fmla="*/ 190976 h 279915"/>
                              <a:gd name="connsiteX8" fmla="*/ 103374 w 127927"/>
                              <a:gd name="connsiteY8" fmla="*/ 255746 h 279915"/>
                              <a:gd name="connsiteX9" fmla="*/ 65274 w 127927"/>
                              <a:gd name="connsiteY9" fmla="*/ 278606 h 279915"/>
                              <a:gd name="connsiteX10" fmla="*/ 76704 w 127927"/>
                              <a:gd name="connsiteY10" fmla="*/ 221456 h 279915"/>
                              <a:gd name="connsiteX11" fmla="*/ 99564 w 127927"/>
                              <a:gd name="connsiteY11" fmla="*/ 198596 h 279915"/>
                              <a:gd name="connsiteX12" fmla="*/ 99564 w 127927"/>
                              <a:gd name="connsiteY12" fmla="*/ 149066 h 279915"/>
                              <a:gd name="connsiteX13" fmla="*/ 88134 w 127927"/>
                              <a:gd name="connsiteY13" fmla="*/ 141446 h 279915"/>
                              <a:gd name="connsiteX14" fmla="*/ 76704 w 127927"/>
                              <a:gd name="connsiteY14" fmla="*/ 141446 h 279915"/>
                              <a:gd name="connsiteX15" fmla="*/ 28173 w 127927"/>
                              <a:gd name="connsiteY15" fmla="*/ 80521 h 279915"/>
                              <a:gd name="connsiteX16" fmla="*/ 945 w 127927"/>
                              <a:gd name="connsiteY16" fmla="*/ 38563 h 279915"/>
                              <a:gd name="connsiteX0" fmla="*/ 1014 w 127996"/>
                              <a:gd name="connsiteY0" fmla="*/ 38563 h 279915"/>
                              <a:gd name="connsiteX1" fmla="*/ 61533 w 127996"/>
                              <a:gd name="connsiteY1" fmla="*/ 4286 h 279915"/>
                              <a:gd name="connsiteX2" fmla="*/ 80583 w 127996"/>
                              <a:gd name="connsiteY2" fmla="*/ 4286 h 279915"/>
                              <a:gd name="connsiteX3" fmla="*/ 103443 w 127996"/>
                              <a:gd name="connsiteY3" fmla="*/ 38576 h 279915"/>
                              <a:gd name="connsiteX4" fmla="*/ 103443 w 127996"/>
                              <a:gd name="connsiteY4" fmla="*/ 88106 h 279915"/>
                              <a:gd name="connsiteX5" fmla="*/ 126303 w 127996"/>
                              <a:gd name="connsiteY5" fmla="*/ 95726 h 279915"/>
                              <a:gd name="connsiteX6" fmla="*/ 126303 w 127996"/>
                              <a:gd name="connsiteY6" fmla="*/ 137636 h 279915"/>
                              <a:gd name="connsiteX7" fmla="*/ 126303 w 127996"/>
                              <a:gd name="connsiteY7" fmla="*/ 190976 h 279915"/>
                              <a:gd name="connsiteX8" fmla="*/ 103443 w 127996"/>
                              <a:gd name="connsiteY8" fmla="*/ 255746 h 279915"/>
                              <a:gd name="connsiteX9" fmla="*/ 65343 w 127996"/>
                              <a:gd name="connsiteY9" fmla="*/ 278606 h 279915"/>
                              <a:gd name="connsiteX10" fmla="*/ 76773 w 127996"/>
                              <a:gd name="connsiteY10" fmla="*/ 221456 h 279915"/>
                              <a:gd name="connsiteX11" fmla="*/ 99633 w 127996"/>
                              <a:gd name="connsiteY11" fmla="*/ 198596 h 279915"/>
                              <a:gd name="connsiteX12" fmla="*/ 99633 w 127996"/>
                              <a:gd name="connsiteY12" fmla="*/ 149066 h 279915"/>
                              <a:gd name="connsiteX13" fmla="*/ 88203 w 127996"/>
                              <a:gd name="connsiteY13" fmla="*/ 141446 h 279915"/>
                              <a:gd name="connsiteX14" fmla="*/ 76773 w 127996"/>
                              <a:gd name="connsiteY14" fmla="*/ 141446 h 279915"/>
                              <a:gd name="connsiteX15" fmla="*/ 27436 w 127996"/>
                              <a:gd name="connsiteY15" fmla="*/ 69070 h 279915"/>
                              <a:gd name="connsiteX16" fmla="*/ 1014 w 127996"/>
                              <a:gd name="connsiteY16" fmla="*/ 38563 h 279915"/>
                              <a:gd name="connsiteX0" fmla="*/ 967 w 127949"/>
                              <a:gd name="connsiteY0" fmla="*/ 38563 h 279915"/>
                              <a:gd name="connsiteX1" fmla="*/ 61486 w 127949"/>
                              <a:gd name="connsiteY1" fmla="*/ 4286 h 279915"/>
                              <a:gd name="connsiteX2" fmla="*/ 80536 w 127949"/>
                              <a:gd name="connsiteY2" fmla="*/ 4286 h 279915"/>
                              <a:gd name="connsiteX3" fmla="*/ 103396 w 127949"/>
                              <a:gd name="connsiteY3" fmla="*/ 38576 h 279915"/>
                              <a:gd name="connsiteX4" fmla="*/ 103396 w 127949"/>
                              <a:gd name="connsiteY4" fmla="*/ 88106 h 279915"/>
                              <a:gd name="connsiteX5" fmla="*/ 126256 w 127949"/>
                              <a:gd name="connsiteY5" fmla="*/ 95726 h 279915"/>
                              <a:gd name="connsiteX6" fmla="*/ 126256 w 127949"/>
                              <a:gd name="connsiteY6" fmla="*/ 137636 h 279915"/>
                              <a:gd name="connsiteX7" fmla="*/ 126256 w 127949"/>
                              <a:gd name="connsiteY7" fmla="*/ 190976 h 279915"/>
                              <a:gd name="connsiteX8" fmla="*/ 103396 w 127949"/>
                              <a:gd name="connsiteY8" fmla="*/ 255746 h 279915"/>
                              <a:gd name="connsiteX9" fmla="*/ 65296 w 127949"/>
                              <a:gd name="connsiteY9" fmla="*/ 278606 h 279915"/>
                              <a:gd name="connsiteX10" fmla="*/ 76726 w 127949"/>
                              <a:gd name="connsiteY10" fmla="*/ 221456 h 279915"/>
                              <a:gd name="connsiteX11" fmla="*/ 99586 w 127949"/>
                              <a:gd name="connsiteY11" fmla="*/ 198596 h 279915"/>
                              <a:gd name="connsiteX12" fmla="*/ 99586 w 127949"/>
                              <a:gd name="connsiteY12" fmla="*/ 149066 h 279915"/>
                              <a:gd name="connsiteX13" fmla="*/ 88156 w 127949"/>
                              <a:gd name="connsiteY13" fmla="*/ 141446 h 279915"/>
                              <a:gd name="connsiteX14" fmla="*/ 69084 w 127949"/>
                              <a:gd name="connsiteY14" fmla="*/ 61289 h 279915"/>
                              <a:gd name="connsiteX15" fmla="*/ 27389 w 127949"/>
                              <a:gd name="connsiteY15" fmla="*/ 69070 h 279915"/>
                              <a:gd name="connsiteX16" fmla="*/ 967 w 127949"/>
                              <a:gd name="connsiteY16" fmla="*/ 38563 h 279915"/>
                              <a:gd name="connsiteX0" fmla="*/ 967 w 127949"/>
                              <a:gd name="connsiteY0" fmla="*/ 38563 h 279915"/>
                              <a:gd name="connsiteX1" fmla="*/ 61486 w 127949"/>
                              <a:gd name="connsiteY1" fmla="*/ 4286 h 279915"/>
                              <a:gd name="connsiteX2" fmla="*/ 80536 w 127949"/>
                              <a:gd name="connsiteY2" fmla="*/ 4286 h 279915"/>
                              <a:gd name="connsiteX3" fmla="*/ 103396 w 127949"/>
                              <a:gd name="connsiteY3" fmla="*/ 38576 h 279915"/>
                              <a:gd name="connsiteX4" fmla="*/ 103396 w 127949"/>
                              <a:gd name="connsiteY4" fmla="*/ 88106 h 279915"/>
                              <a:gd name="connsiteX5" fmla="*/ 126256 w 127949"/>
                              <a:gd name="connsiteY5" fmla="*/ 95726 h 279915"/>
                              <a:gd name="connsiteX6" fmla="*/ 126256 w 127949"/>
                              <a:gd name="connsiteY6" fmla="*/ 137636 h 279915"/>
                              <a:gd name="connsiteX7" fmla="*/ 126256 w 127949"/>
                              <a:gd name="connsiteY7" fmla="*/ 190976 h 279915"/>
                              <a:gd name="connsiteX8" fmla="*/ 103396 w 127949"/>
                              <a:gd name="connsiteY8" fmla="*/ 255746 h 279915"/>
                              <a:gd name="connsiteX9" fmla="*/ 65296 w 127949"/>
                              <a:gd name="connsiteY9" fmla="*/ 278606 h 279915"/>
                              <a:gd name="connsiteX10" fmla="*/ 76726 w 127949"/>
                              <a:gd name="connsiteY10" fmla="*/ 221456 h 279915"/>
                              <a:gd name="connsiteX11" fmla="*/ 99586 w 127949"/>
                              <a:gd name="connsiteY11" fmla="*/ 198596 h 279915"/>
                              <a:gd name="connsiteX12" fmla="*/ 99586 w 127949"/>
                              <a:gd name="connsiteY12" fmla="*/ 149066 h 279915"/>
                              <a:gd name="connsiteX13" fmla="*/ 88156 w 127949"/>
                              <a:gd name="connsiteY13" fmla="*/ 141446 h 279915"/>
                              <a:gd name="connsiteX14" fmla="*/ 69084 w 127949"/>
                              <a:gd name="connsiteY14" fmla="*/ 61289 h 279915"/>
                              <a:gd name="connsiteX15" fmla="*/ 27372 w 127949"/>
                              <a:gd name="connsiteY15" fmla="*/ 111057 h 279915"/>
                              <a:gd name="connsiteX16" fmla="*/ 967 w 127949"/>
                              <a:gd name="connsiteY16" fmla="*/ 38563 h 2799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27949" h="279915">
                                <a:moveTo>
                                  <a:pt x="967" y="38563"/>
                                </a:moveTo>
                                <a:cubicBezTo>
                                  <a:pt x="6653" y="20768"/>
                                  <a:pt x="48225" y="9999"/>
                                  <a:pt x="61486" y="4286"/>
                                </a:cubicBezTo>
                                <a:cubicBezTo>
                                  <a:pt x="74747" y="-1427"/>
                                  <a:pt x="73551" y="-1429"/>
                                  <a:pt x="80536" y="4286"/>
                                </a:cubicBezTo>
                                <a:cubicBezTo>
                                  <a:pt x="87521" y="10001"/>
                                  <a:pt x="99586" y="24606"/>
                                  <a:pt x="103396" y="38576"/>
                                </a:cubicBezTo>
                                <a:cubicBezTo>
                                  <a:pt x="107206" y="52546"/>
                                  <a:pt x="99586" y="78581"/>
                                  <a:pt x="103396" y="88106"/>
                                </a:cubicBezTo>
                                <a:cubicBezTo>
                                  <a:pt x="107206" y="97631"/>
                                  <a:pt x="122446" y="87471"/>
                                  <a:pt x="126256" y="95726"/>
                                </a:cubicBezTo>
                                <a:cubicBezTo>
                                  <a:pt x="130066" y="103981"/>
                                  <a:pt x="126256" y="137636"/>
                                  <a:pt x="126256" y="137636"/>
                                </a:cubicBezTo>
                                <a:cubicBezTo>
                                  <a:pt x="126256" y="153511"/>
                                  <a:pt x="130066" y="171291"/>
                                  <a:pt x="126256" y="190976"/>
                                </a:cubicBezTo>
                                <a:cubicBezTo>
                                  <a:pt x="122446" y="210661"/>
                                  <a:pt x="113556" y="241141"/>
                                  <a:pt x="103396" y="255746"/>
                                </a:cubicBezTo>
                                <a:cubicBezTo>
                                  <a:pt x="93236" y="270351"/>
                                  <a:pt x="69741" y="284321"/>
                                  <a:pt x="65296" y="278606"/>
                                </a:cubicBezTo>
                                <a:cubicBezTo>
                                  <a:pt x="60851" y="272891"/>
                                  <a:pt x="71011" y="234791"/>
                                  <a:pt x="76726" y="221456"/>
                                </a:cubicBezTo>
                                <a:cubicBezTo>
                                  <a:pt x="82441" y="208121"/>
                                  <a:pt x="95776" y="210661"/>
                                  <a:pt x="99586" y="198596"/>
                                </a:cubicBezTo>
                                <a:cubicBezTo>
                                  <a:pt x="103396" y="186531"/>
                                  <a:pt x="101491" y="158591"/>
                                  <a:pt x="99586" y="149066"/>
                                </a:cubicBezTo>
                                <a:cubicBezTo>
                                  <a:pt x="97681" y="139541"/>
                                  <a:pt x="93240" y="156075"/>
                                  <a:pt x="88156" y="141446"/>
                                </a:cubicBezTo>
                                <a:cubicBezTo>
                                  <a:pt x="83072" y="126817"/>
                                  <a:pt x="70989" y="74624"/>
                                  <a:pt x="69084" y="61289"/>
                                </a:cubicBezTo>
                                <a:cubicBezTo>
                                  <a:pt x="67179" y="47954"/>
                                  <a:pt x="38725" y="114845"/>
                                  <a:pt x="27372" y="111057"/>
                                </a:cubicBezTo>
                                <a:cubicBezTo>
                                  <a:pt x="16019" y="107269"/>
                                  <a:pt x="-4719" y="56358"/>
                                  <a:pt x="967" y="385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Freeform 67"/>
                        <wps:cNvSpPr/>
                        <wps:spPr>
                          <a:xfrm>
                            <a:off x="2674488" y="2764343"/>
                            <a:ext cx="262539" cy="369020"/>
                          </a:xfrm>
                          <a:custGeom>
                            <a:avLst/>
                            <a:gdLst>
                              <a:gd name="connsiteX0" fmla="*/ 52071 w 262539"/>
                              <a:gd name="connsiteY0" fmla="*/ 0 h 369020"/>
                              <a:gd name="connsiteX1" fmla="*/ 4570 w 262539"/>
                              <a:gd name="connsiteY1" fmla="*/ 53439 h 369020"/>
                              <a:gd name="connsiteX2" fmla="*/ 4570 w 262539"/>
                              <a:gd name="connsiteY2" fmla="*/ 148441 h 369020"/>
                              <a:gd name="connsiteX3" fmla="*/ 28321 w 262539"/>
                              <a:gd name="connsiteY3" fmla="*/ 160317 h 369020"/>
                              <a:gd name="connsiteX4" fmla="*/ 28321 w 262539"/>
                              <a:gd name="connsiteY4" fmla="*/ 201880 h 369020"/>
                              <a:gd name="connsiteX5" fmla="*/ 75822 w 262539"/>
                              <a:gd name="connsiteY5" fmla="*/ 207818 h 369020"/>
                              <a:gd name="connsiteX6" fmla="*/ 105510 w 262539"/>
                              <a:gd name="connsiteY6" fmla="*/ 255319 h 369020"/>
                              <a:gd name="connsiteX7" fmla="*/ 158949 w 262539"/>
                              <a:gd name="connsiteY7" fmla="*/ 255319 h 369020"/>
                              <a:gd name="connsiteX8" fmla="*/ 188638 w 262539"/>
                              <a:gd name="connsiteY8" fmla="*/ 267194 h 369020"/>
                              <a:gd name="connsiteX9" fmla="*/ 188638 w 262539"/>
                              <a:gd name="connsiteY9" fmla="*/ 344384 h 369020"/>
                              <a:gd name="connsiteX10" fmla="*/ 218326 w 262539"/>
                              <a:gd name="connsiteY10" fmla="*/ 344384 h 369020"/>
                              <a:gd name="connsiteX11" fmla="*/ 253952 w 262539"/>
                              <a:gd name="connsiteY11" fmla="*/ 368135 h 369020"/>
                              <a:gd name="connsiteX12" fmla="*/ 259890 w 262539"/>
                              <a:gd name="connsiteY12" fmla="*/ 308758 h 369020"/>
                              <a:gd name="connsiteX13" fmla="*/ 218326 w 262539"/>
                              <a:gd name="connsiteY13" fmla="*/ 290945 h 369020"/>
                              <a:gd name="connsiteX14" fmla="*/ 218326 w 262539"/>
                              <a:gd name="connsiteY14" fmla="*/ 261257 h 369020"/>
                              <a:gd name="connsiteX15" fmla="*/ 194575 w 262539"/>
                              <a:gd name="connsiteY15" fmla="*/ 219693 h 369020"/>
                              <a:gd name="connsiteX16" fmla="*/ 153012 w 262539"/>
                              <a:gd name="connsiteY16" fmla="*/ 225631 h 369020"/>
                              <a:gd name="connsiteX17" fmla="*/ 105510 w 262539"/>
                              <a:gd name="connsiteY17" fmla="*/ 190005 h 369020"/>
                              <a:gd name="connsiteX18" fmla="*/ 93635 w 262539"/>
                              <a:gd name="connsiteY18" fmla="*/ 160317 h 369020"/>
                              <a:gd name="connsiteX19" fmla="*/ 81760 w 262539"/>
                              <a:gd name="connsiteY19" fmla="*/ 160317 h 369020"/>
                              <a:gd name="connsiteX20" fmla="*/ 58009 w 262539"/>
                              <a:gd name="connsiteY20" fmla="*/ 130628 h 369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62539" h="369020">
                                <a:moveTo>
                                  <a:pt x="52071" y="0"/>
                                </a:moveTo>
                                <a:cubicBezTo>
                                  <a:pt x="32279" y="14349"/>
                                  <a:pt x="12487" y="28699"/>
                                  <a:pt x="4570" y="53439"/>
                                </a:cubicBezTo>
                                <a:cubicBezTo>
                                  <a:pt x="-3347" y="78179"/>
                                  <a:pt x="612" y="130628"/>
                                  <a:pt x="4570" y="148441"/>
                                </a:cubicBezTo>
                                <a:cubicBezTo>
                                  <a:pt x="8528" y="166254"/>
                                  <a:pt x="24363" y="151411"/>
                                  <a:pt x="28321" y="160317"/>
                                </a:cubicBezTo>
                                <a:cubicBezTo>
                                  <a:pt x="32279" y="169223"/>
                                  <a:pt x="20404" y="193963"/>
                                  <a:pt x="28321" y="201880"/>
                                </a:cubicBezTo>
                                <a:cubicBezTo>
                                  <a:pt x="36238" y="209797"/>
                                  <a:pt x="62957" y="198912"/>
                                  <a:pt x="75822" y="207818"/>
                                </a:cubicBezTo>
                                <a:cubicBezTo>
                                  <a:pt x="88687" y="216725"/>
                                  <a:pt x="91656" y="247402"/>
                                  <a:pt x="105510" y="255319"/>
                                </a:cubicBezTo>
                                <a:cubicBezTo>
                                  <a:pt x="119364" y="263236"/>
                                  <a:pt x="145094" y="253340"/>
                                  <a:pt x="158949" y="255319"/>
                                </a:cubicBezTo>
                                <a:cubicBezTo>
                                  <a:pt x="172804" y="257298"/>
                                  <a:pt x="183690" y="252350"/>
                                  <a:pt x="188638" y="267194"/>
                                </a:cubicBezTo>
                                <a:cubicBezTo>
                                  <a:pt x="193586" y="282038"/>
                                  <a:pt x="183690" y="331519"/>
                                  <a:pt x="188638" y="344384"/>
                                </a:cubicBezTo>
                                <a:cubicBezTo>
                                  <a:pt x="193586" y="357249"/>
                                  <a:pt x="207440" y="340426"/>
                                  <a:pt x="218326" y="344384"/>
                                </a:cubicBezTo>
                                <a:cubicBezTo>
                                  <a:pt x="229212" y="348343"/>
                                  <a:pt x="247025" y="374073"/>
                                  <a:pt x="253952" y="368135"/>
                                </a:cubicBezTo>
                                <a:cubicBezTo>
                                  <a:pt x="260879" y="362197"/>
                                  <a:pt x="265828" y="321623"/>
                                  <a:pt x="259890" y="308758"/>
                                </a:cubicBezTo>
                                <a:cubicBezTo>
                                  <a:pt x="253952" y="295893"/>
                                  <a:pt x="225253" y="298862"/>
                                  <a:pt x="218326" y="290945"/>
                                </a:cubicBezTo>
                                <a:cubicBezTo>
                                  <a:pt x="211399" y="283028"/>
                                  <a:pt x="222285" y="273132"/>
                                  <a:pt x="218326" y="261257"/>
                                </a:cubicBezTo>
                                <a:cubicBezTo>
                                  <a:pt x="214368" y="249382"/>
                                  <a:pt x="205461" y="225631"/>
                                  <a:pt x="194575" y="219693"/>
                                </a:cubicBezTo>
                                <a:cubicBezTo>
                                  <a:pt x="183689" y="213755"/>
                                  <a:pt x="167856" y="230579"/>
                                  <a:pt x="153012" y="225631"/>
                                </a:cubicBezTo>
                                <a:cubicBezTo>
                                  <a:pt x="138168" y="220683"/>
                                  <a:pt x="115406" y="200891"/>
                                  <a:pt x="105510" y="190005"/>
                                </a:cubicBezTo>
                                <a:cubicBezTo>
                                  <a:pt x="95614" y="179119"/>
                                  <a:pt x="97593" y="165265"/>
                                  <a:pt x="93635" y="160317"/>
                                </a:cubicBezTo>
                                <a:cubicBezTo>
                                  <a:pt x="89677" y="155369"/>
                                  <a:pt x="87698" y="165265"/>
                                  <a:pt x="81760" y="160317"/>
                                </a:cubicBezTo>
                                <a:cubicBezTo>
                                  <a:pt x="75822" y="155369"/>
                                  <a:pt x="60978" y="140524"/>
                                  <a:pt x="58009" y="130628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Freeform 70"/>
                        <wps:cNvSpPr/>
                        <wps:spPr>
                          <a:xfrm>
                            <a:off x="2978957" y="3065619"/>
                            <a:ext cx="29210" cy="231775"/>
                          </a:xfrm>
                          <a:custGeom>
                            <a:avLst/>
                            <a:gdLst>
                              <a:gd name="connsiteX0" fmla="*/ 5745 w 77646"/>
                              <a:gd name="connsiteY0" fmla="*/ 10778 h 295907"/>
                              <a:gd name="connsiteX1" fmla="*/ 76997 w 77646"/>
                              <a:gd name="connsiteY1" fmla="*/ 22653 h 295907"/>
                              <a:gd name="connsiteX2" fmla="*/ 41371 w 77646"/>
                              <a:gd name="connsiteY2" fmla="*/ 111718 h 295907"/>
                              <a:gd name="connsiteX3" fmla="*/ 47308 w 77646"/>
                              <a:gd name="connsiteY3" fmla="*/ 277973 h 295907"/>
                              <a:gd name="connsiteX4" fmla="*/ 23558 w 77646"/>
                              <a:gd name="connsiteY4" fmla="*/ 277973 h 295907"/>
                              <a:gd name="connsiteX5" fmla="*/ 5745 w 77646"/>
                              <a:gd name="connsiteY5" fmla="*/ 159219 h 295907"/>
                              <a:gd name="connsiteX6" fmla="*/ 5745 w 77646"/>
                              <a:gd name="connsiteY6" fmla="*/ 10778 h 295907"/>
                              <a:gd name="connsiteX0" fmla="*/ 1148 w 43873"/>
                              <a:gd name="connsiteY0" fmla="*/ 8525 h 293654"/>
                              <a:gd name="connsiteX1" fmla="*/ 7173 w 43873"/>
                              <a:gd name="connsiteY1" fmla="*/ 27846 h 293654"/>
                              <a:gd name="connsiteX2" fmla="*/ 36774 w 43873"/>
                              <a:gd name="connsiteY2" fmla="*/ 109465 h 293654"/>
                              <a:gd name="connsiteX3" fmla="*/ 42711 w 43873"/>
                              <a:gd name="connsiteY3" fmla="*/ 275720 h 293654"/>
                              <a:gd name="connsiteX4" fmla="*/ 18961 w 43873"/>
                              <a:gd name="connsiteY4" fmla="*/ 275720 h 293654"/>
                              <a:gd name="connsiteX5" fmla="*/ 1148 w 43873"/>
                              <a:gd name="connsiteY5" fmla="*/ 156966 h 293654"/>
                              <a:gd name="connsiteX6" fmla="*/ 1148 w 43873"/>
                              <a:gd name="connsiteY6" fmla="*/ 8525 h 293654"/>
                              <a:gd name="connsiteX0" fmla="*/ 2429 w 44772"/>
                              <a:gd name="connsiteY0" fmla="*/ 8279 h 293408"/>
                              <a:gd name="connsiteX1" fmla="*/ 28216 w 44772"/>
                              <a:gd name="connsiteY1" fmla="*/ 28535 h 293408"/>
                              <a:gd name="connsiteX2" fmla="*/ 38055 w 44772"/>
                              <a:gd name="connsiteY2" fmla="*/ 109219 h 293408"/>
                              <a:gd name="connsiteX3" fmla="*/ 43992 w 44772"/>
                              <a:gd name="connsiteY3" fmla="*/ 275474 h 293408"/>
                              <a:gd name="connsiteX4" fmla="*/ 20242 w 44772"/>
                              <a:gd name="connsiteY4" fmla="*/ 275474 h 293408"/>
                              <a:gd name="connsiteX5" fmla="*/ 2429 w 44772"/>
                              <a:gd name="connsiteY5" fmla="*/ 156720 h 293408"/>
                              <a:gd name="connsiteX6" fmla="*/ 2429 w 44772"/>
                              <a:gd name="connsiteY6" fmla="*/ 8279 h 293408"/>
                              <a:gd name="connsiteX0" fmla="*/ 2429 w 44075"/>
                              <a:gd name="connsiteY0" fmla="*/ 8279 h 293408"/>
                              <a:gd name="connsiteX1" fmla="*/ 28216 w 44075"/>
                              <a:gd name="connsiteY1" fmla="*/ 28535 h 293408"/>
                              <a:gd name="connsiteX2" fmla="*/ 28115 w 44075"/>
                              <a:gd name="connsiteY2" fmla="*/ 109219 h 293408"/>
                              <a:gd name="connsiteX3" fmla="*/ 43992 w 44075"/>
                              <a:gd name="connsiteY3" fmla="*/ 275474 h 293408"/>
                              <a:gd name="connsiteX4" fmla="*/ 20242 w 44075"/>
                              <a:gd name="connsiteY4" fmla="*/ 275474 h 293408"/>
                              <a:gd name="connsiteX5" fmla="*/ 2429 w 44075"/>
                              <a:gd name="connsiteY5" fmla="*/ 156720 h 293408"/>
                              <a:gd name="connsiteX6" fmla="*/ 2429 w 44075"/>
                              <a:gd name="connsiteY6" fmla="*/ 8279 h 293408"/>
                              <a:gd name="connsiteX0" fmla="*/ 2024 w 44134"/>
                              <a:gd name="connsiteY0" fmla="*/ 8279 h 283994"/>
                              <a:gd name="connsiteX1" fmla="*/ 27811 w 44134"/>
                              <a:gd name="connsiteY1" fmla="*/ 28535 h 283994"/>
                              <a:gd name="connsiteX2" fmla="*/ 27710 w 44134"/>
                              <a:gd name="connsiteY2" fmla="*/ 109219 h 283994"/>
                              <a:gd name="connsiteX3" fmla="*/ 43587 w 44134"/>
                              <a:gd name="connsiteY3" fmla="*/ 275474 h 283994"/>
                              <a:gd name="connsiteX4" fmla="*/ 4963 w 44134"/>
                              <a:gd name="connsiteY4" fmla="*/ 249156 h 283994"/>
                              <a:gd name="connsiteX5" fmla="*/ 2024 w 44134"/>
                              <a:gd name="connsiteY5" fmla="*/ 156720 h 283994"/>
                              <a:gd name="connsiteX6" fmla="*/ 2024 w 44134"/>
                              <a:gd name="connsiteY6" fmla="*/ 8279 h 283994"/>
                              <a:gd name="connsiteX0" fmla="*/ 2024 w 44669"/>
                              <a:gd name="connsiteY0" fmla="*/ 8279 h 254556"/>
                              <a:gd name="connsiteX1" fmla="*/ 27811 w 44669"/>
                              <a:gd name="connsiteY1" fmla="*/ 28535 h 254556"/>
                              <a:gd name="connsiteX2" fmla="*/ 27710 w 44669"/>
                              <a:gd name="connsiteY2" fmla="*/ 109219 h 254556"/>
                              <a:gd name="connsiteX3" fmla="*/ 44134 w 44669"/>
                              <a:gd name="connsiteY3" fmla="*/ 206364 h 254556"/>
                              <a:gd name="connsiteX4" fmla="*/ 4963 w 44669"/>
                              <a:gd name="connsiteY4" fmla="*/ 249156 h 254556"/>
                              <a:gd name="connsiteX5" fmla="*/ 2024 w 44669"/>
                              <a:gd name="connsiteY5" fmla="*/ 156720 h 254556"/>
                              <a:gd name="connsiteX6" fmla="*/ 2024 w 44669"/>
                              <a:gd name="connsiteY6" fmla="*/ 8279 h 254556"/>
                              <a:gd name="connsiteX0" fmla="*/ 2024 w 29695"/>
                              <a:gd name="connsiteY0" fmla="*/ 8279 h 255682"/>
                              <a:gd name="connsiteX1" fmla="*/ 27811 w 29695"/>
                              <a:gd name="connsiteY1" fmla="*/ 28535 h 255682"/>
                              <a:gd name="connsiteX2" fmla="*/ 27710 w 29695"/>
                              <a:gd name="connsiteY2" fmla="*/ 109219 h 255682"/>
                              <a:gd name="connsiteX3" fmla="*/ 27607 w 29695"/>
                              <a:gd name="connsiteY3" fmla="*/ 216253 h 255682"/>
                              <a:gd name="connsiteX4" fmla="*/ 4963 w 29695"/>
                              <a:gd name="connsiteY4" fmla="*/ 249156 h 255682"/>
                              <a:gd name="connsiteX5" fmla="*/ 2024 w 29695"/>
                              <a:gd name="connsiteY5" fmla="*/ 156720 h 255682"/>
                              <a:gd name="connsiteX6" fmla="*/ 2024 w 29695"/>
                              <a:gd name="connsiteY6" fmla="*/ 8279 h 255682"/>
                              <a:gd name="connsiteX0" fmla="*/ 2042 w 29713"/>
                              <a:gd name="connsiteY0" fmla="*/ 8279 h 232346"/>
                              <a:gd name="connsiteX1" fmla="*/ 27829 w 29713"/>
                              <a:gd name="connsiteY1" fmla="*/ 28535 h 232346"/>
                              <a:gd name="connsiteX2" fmla="*/ 27728 w 29713"/>
                              <a:gd name="connsiteY2" fmla="*/ 109219 h 232346"/>
                              <a:gd name="connsiteX3" fmla="*/ 27625 w 29713"/>
                              <a:gd name="connsiteY3" fmla="*/ 216253 h 232346"/>
                              <a:gd name="connsiteX4" fmla="*/ 5443 w 29713"/>
                              <a:gd name="connsiteY4" fmla="*/ 219506 h 232346"/>
                              <a:gd name="connsiteX5" fmla="*/ 2042 w 29713"/>
                              <a:gd name="connsiteY5" fmla="*/ 156720 h 232346"/>
                              <a:gd name="connsiteX6" fmla="*/ 2042 w 29713"/>
                              <a:gd name="connsiteY6" fmla="*/ 8279 h 2323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9713" h="232346">
                                <a:moveTo>
                                  <a:pt x="2042" y="8279"/>
                                </a:moveTo>
                                <a:cubicBezTo>
                                  <a:pt x="6340" y="-13085"/>
                                  <a:pt x="23548" y="11712"/>
                                  <a:pt x="27829" y="28535"/>
                                </a:cubicBezTo>
                                <a:cubicBezTo>
                                  <a:pt x="32110" y="45358"/>
                                  <a:pt x="27762" y="77933"/>
                                  <a:pt x="27728" y="109219"/>
                                </a:cubicBezTo>
                                <a:cubicBezTo>
                                  <a:pt x="27694" y="140505"/>
                                  <a:pt x="31339" y="197872"/>
                                  <a:pt x="27625" y="216253"/>
                                </a:cubicBezTo>
                                <a:cubicBezTo>
                                  <a:pt x="23911" y="234634"/>
                                  <a:pt x="12370" y="239298"/>
                                  <a:pt x="5443" y="219506"/>
                                </a:cubicBezTo>
                                <a:cubicBezTo>
                                  <a:pt x="-1484" y="199714"/>
                                  <a:pt x="2609" y="191924"/>
                                  <a:pt x="2042" y="156720"/>
                                </a:cubicBezTo>
                                <a:cubicBezTo>
                                  <a:pt x="1475" y="121516"/>
                                  <a:pt x="-2256" y="29643"/>
                                  <a:pt x="2042" y="82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Freeform 71"/>
                        <wps:cNvSpPr/>
                        <wps:spPr>
                          <a:xfrm>
                            <a:off x="2859482" y="3240042"/>
                            <a:ext cx="124460" cy="62230"/>
                          </a:xfrm>
                          <a:custGeom>
                            <a:avLst/>
                            <a:gdLst>
                              <a:gd name="connsiteX0" fmla="*/ 124990 w 124990"/>
                              <a:gd name="connsiteY0" fmla="*/ 49338 h 62495"/>
                              <a:gd name="connsiteX1" fmla="*/ 108543 w 124990"/>
                              <a:gd name="connsiteY1" fmla="*/ 36181 h 62495"/>
                              <a:gd name="connsiteX2" fmla="*/ 95387 w 124990"/>
                              <a:gd name="connsiteY2" fmla="*/ 16446 h 62495"/>
                              <a:gd name="connsiteX3" fmla="*/ 82230 w 124990"/>
                              <a:gd name="connsiteY3" fmla="*/ 29603 h 62495"/>
                              <a:gd name="connsiteX4" fmla="*/ 75651 w 124990"/>
                              <a:gd name="connsiteY4" fmla="*/ 36181 h 62495"/>
                              <a:gd name="connsiteX5" fmla="*/ 62495 w 124990"/>
                              <a:gd name="connsiteY5" fmla="*/ 55916 h 62495"/>
                              <a:gd name="connsiteX6" fmla="*/ 42759 w 124990"/>
                              <a:gd name="connsiteY6" fmla="*/ 62495 h 62495"/>
                              <a:gd name="connsiteX7" fmla="*/ 26313 w 124990"/>
                              <a:gd name="connsiteY7" fmla="*/ 59205 h 62495"/>
                              <a:gd name="connsiteX8" fmla="*/ 32892 w 124990"/>
                              <a:gd name="connsiteY8" fmla="*/ 39470 h 62495"/>
                              <a:gd name="connsiteX9" fmla="*/ 6578 w 124990"/>
                              <a:gd name="connsiteY9" fmla="*/ 26313 h 62495"/>
                              <a:gd name="connsiteX10" fmla="*/ 0 w 124990"/>
                              <a:gd name="connsiteY10" fmla="*/ 16446 h 62495"/>
                              <a:gd name="connsiteX11" fmla="*/ 3289 w 124990"/>
                              <a:gd name="connsiteY11" fmla="*/ 0 h 624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4990" h="62495">
                                <a:moveTo>
                                  <a:pt x="124990" y="49338"/>
                                </a:moveTo>
                                <a:cubicBezTo>
                                  <a:pt x="119508" y="44952"/>
                                  <a:pt x="113240" y="41399"/>
                                  <a:pt x="108543" y="36181"/>
                                </a:cubicBezTo>
                                <a:cubicBezTo>
                                  <a:pt x="103254" y="30304"/>
                                  <a:pt x="95387" y="16446"/>
                                  <a:pt x="95387" y="16446"/>
                                </a:cubicBezTo>
                                <a:cubicBezTo>
                                  <a:pt x="77843" y="22293"/>
                                  <a:pt x="91002" y="14984"/>
                                  <a:pt x="82230" y="29603"/>
                                </a:cubicBezTo>
                                <a:cubicBezTo>
                                  <a:pt x="80634" y="32262"/>
                                  <a:pt x="77512" y="33700"/>
                                  <a:pt x="75651" y="36181"/>
                                </a:cubicBezTo>
                                <a:cubicBezTo>
                                  <a:pt x="70907" y="42506"/>
                                  <a:pt x="69995" y="53416"/>
                                  <a:pt x="62495" y="55916"/>
                                </a:cubicBezTo>
                                <a:lnTo>
                                  <a:pt x="42759" y="62495"/>
                                </a:lnTo>
                                <a:cubicBezTo>
                                  <a:pt x="37277" y="61398"/>
                                  <a:pt x="28515" y="64344"/>
                                  <a:pt x="26313" y="59205"/>
                                </a:cubicBezTo>
                                <a:cubicBezTo>
                                  <a:pt x="23582" y="52831"/>
                                  <a:pt x="32892" y="39470"/>
                                  <a:pt x="32892" y="39470"/>
                                </a:cubicBezTo>
                                <a:cubicBezTo>
                                  <a:pt x="17213" y="34244"/>
                                  <a:pt x="14929" y="36753"/>
                                  <a:pt x="6578" y="26313"/>
                                </a:cubicBezTo>
                                <a:cubicBezTo>
                                  <a:pt x="4109" y="23226"/>
                                  <a:pt x="2193" y="19735"/>
                                  <a:pt x="0" y="16446"/>
                                </a:cubicBezTo>
                                <a:cubicBezTo>
                                  <a:pt x="3555" y="2225"/>
                                  <a:pt x="3289" y="7810"/>
                                  <a:pt x="3289" y="0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Straight Connector 72"/>
                        <wps:cNvCnPr/>
                        <wps:spPr>
                          <a:xfrm flipH="1" flipV="1">
                            <a:off x="2875338" y="3134331"/>
                            <a:ext cx="58565" cy="431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Straight Connector 73"/>
                        <wps:cNvCnPr/>
                        <wps:spPr>
                          <a:xfrm flipH="1" flipV="1">
                            <a:off x="2875338" y="3176615"/>
                            <a:ext cx="58565" cy="431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  <wps:wsp>
                      <wps:cNvPr id="69" name="Freeform 69"/>
                      <wps:cNvSpPr/>
                      <wps:spPr>
                        <a:xfrm>
                          <a:off x="3847880" y="4233725"/>
                          <a:ext cx="71120" cy="41910"/>
                        </a:xfrm>
                        <a:custGeom>
                          <a:avLst/>
                          <a:gdLst>
                            <a:gd name="connsiteX0" fmla="*/ 0 w 71252"/>
                            <a:gd name="connsiteY0" fmla="*/ 18327 h 42126"/>
                            <a:gd name="connsiteX1" fmla="*/ 29689 w 71252"/>
                            <a:gd name="connsiteY1" fmla="*/ 514 h 42126"/>
                            <a:gd name="connsiteX2" fmla="*/ 59377 w 71252"/>
                            <a:gd name="connsiteY2" fmla="*/ 24265 h 42126"/>
                            <a:gd name="connsiteX3" fmla="*/ 71252 w 71252"/>
                            <a:gd name="connsiteY3" fmla="*/ 42078 h 421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1252" h="42126">
                              <a:moveTo>
                                <a:pt x="0" y="18327"/>
                              </a:moveTo>
                              <a:cubicBezTo>
                                <a:pt x="9896" y="12389"/>
                                <a:pt x="18493" y="3313"/>
                                <a:pt x="29689" y="514"/>
                              </a:cubicBezTo>
                              <a:cubicBezTo>
                                <a:pt x="44908" y="-3290"/>
                                <a:pt x="54707" y="14925"/>
                                <a:pt x="59377" y="24265"/>
                              </a:cubicBezTo>
                              <a:cubicBezTo>
                                <a:pt x="69222" y="43955"/>
                                <a:pt x="58019" y="42078"/>
                                <a:pt x="71252" y="42078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Freeform 74"/>
                      <wps:cNvSpPr/>
                      <wps:spPr>
                        <a:xfrm>
                          <a:off x="3847880" y="4244296"/>
                          <a:ext cx="21590" cy="73660"/>
                        </a:xfrm>
                        <a:custGeom>
                          <a:avLst/>
                          <a:gdLst>
                            <a:gd name="connsiteX0" fmla="*/ 13171 w 21988"/>
                            <a:gd name="connsiteY0" fmla="*/ 0 h 73672"/>
                            <a:gd name="connsiteX1" fmla="*/ 17505 w 21988"/>
                            <a:gd name="connsiteY1" fmla="*/ 34669 h 73672"/>
                            <a:gd name="connsiteX2" fmla="*/ 4504 w 21988"/>
                            <a:gd name="connsiteY2" fmla="*/ 39002 h 73672"/>
                            <a:gd name="connsiteX3" fmla="*/ 4504 w 21988"/>
                            <a:gd name="connsiteY3" fmla="*/ 65004 h 73672"/>
                            <a:gd name="connsiteX4" fmla="*/ 17505 w 21988"/>
                            <a:gd name="connsiteY4" fmla="*/ 73672 h 736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88" h="73672">
                              <a:moveTo>
                                <a:pt x="13171" y="0"/>
                              </a:moveTo>
                              <a:cubicBezTo>
                                <a:pt x="16924" y="9382"/>
                                <a:pt x="28182" y="23993"/>
                                <a:pt x="17505" y="34669"/>
                              </a:cubicBezTo>
                              <a:cubicBezTo>
                                <a:pt x="14275" y="37899"/>
                                <a:pt x="8838" y="37558"/>
                                <a:pt x="4504" y="39002"/>
                              </a:cubicBezTo>
                              <a:cubicBezTo>
                                <a:pt x="1105" y="49199"/>
                                <a:pt x="-3654" y="54807"/>
                                <a:pt x="4504" y="65004"/>
                              </a:cubicBezTo>
                              <a:cubicBezTo>
                                <a:pt x="7758" y="69071"/>
                                <a:pt x="17505" y="73672"/>
                                <a:pt x="17505" y="73672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7" o:spid="_x0000_s1027" style="position:absolute;margin-left:54pt;margin-top:203.8pt;width:400pt;height:474.55pt;z-index:251667456" coordsize="50800,60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">
              <v:group id="Group 66" o:spid="_x0000_s1028" style="position:absolute;left:9091;top:57876;width:36004;height:2394" coordorigin="3870,14397" coordsize="5670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group id="Group 62" o:spid="_x0000_s1029" style="position:absolute;left:3870;top:14397;width:1426;height:377" coordorigin="2620,14397" coordsize="1426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59" o:spid="_x0000_s1030" style="position:absolute;left:2620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x19sQA&#10;AADaAAAADwAAAGRycy9kb3ducmV2LnhtbESPQWvCQBSE7wX/w/KEXkQ3Wmhtmo2IVOihF43B6yP7&#10;mk3Nvo3ZVdN/3y0IPQ4z8w2TrQbbiiv1vnGsYD5LQBBXTjdcKzgU2+kShA/IGlvHpOCHPKzy0UOG&#10;qXY33tF1H2oRIexTVGBC6FIpfWXIop+5jjh6X663GKLsa6l7vEW4beUiSZ6lxYbjgsGONoaq0/5i&#10;FayL48Lb9+Fsym05eS0+J8XL90Wpx/GwfgMRaAj/4Xv7Qyt4gr8r8Qb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8dfbEAAAA2gAAAA8AAAAAAAAAAAAAAAAAmAIAAGRycy9k&#10;b3ducmV2LnhtbFBLBQYAAAAABAAEAPUAAACJAwAAAAA=&#10;" fillcolor="red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0" o:spid="_x0000_s1031" type="#_x0000_t202" style="position:absolute;left:3113;top:14452;width:933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  <v:textbox style="mso-fit-shape-to-text:t" inset="0,0,0,0">
                      <w:txbxContent>
                        <w:p w:rsidR="0014435F" w:rsidRDefault="0014435F" w:rsidP="009D68B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Reflux/</w:t>
                          </w:r>
                        </w:p>
                        <w:p w:rsidR="0014435F" w:rsidRPr="00B8442D" w:rsidRDefault="0014435F" w:rsidP="009D68B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Incompetence</w:t>
                          </w:r>
                        </w:p>
                      </w:txbxContent>
                    </v:textbox>
                  </v:shape>
                </v:group>
                <v:group id="Group 63" o:spid="_x0000_s1032" style="position:absolute;left:5606;top:14397;width:1229;height:377" coordorigin="4916,14397" coordsize="1229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50" o:spid="_x0000_s1033" style="position:absolute;left:49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L8VsMA&#10;AADaAAAADwAAAGRycy9kb3ducmV2LnhtbESPT2vCQBTE7wW/w/KEXkrdaMGU1I2UYkFP8R/0+sg+&#10;k5Ds25BdY/Lt3YLgcZiZ3zCr9WAa0VPnKssK5rMIBHFudcWFgvPp9/0ThPPIGhvLpGAkB+t08rLC&#10;RNsbH6g/+kIECLsEFZTet4mULi/JoJvZljh4F9sZ9EF2hdQd3gLcNHIRRUtpsOKwUGJLPyXl9fFq&#10;FGQffVy/7bYbPeL87xQf5GJ/yZR6nQ7fXyA8Df4ZfrS3WkEM/1fCDZ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L8VsMAAADaAAAADwAAAAAAAAAAAAAAAACYAgAAZHJzL2Rv&#10;d25yZXYueG1sUEsFBgAAAAAEAAQA9QAAAIgDAAAAAA==&#10;" fillcolor="#ade0f9" strokeweight=".5pt"/>
                  <v:shape id="Text Box 51" o:spid="_x0000_s1034" type="#_x0000_t202" style="position:absolute;left:5399;top:14452;width:746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  <v:textbox style="mso-fit-shape-to-text:t" inset="0,0,0,0">
                      <w:txbxContent>
                        <w:p w:rsidR="0014435F" w:rsidRDefault="0014435F" w:rsidP="009D68B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Superficial</w:t>
                          </w:r>
                        </w:p>
                        <w:p w:rsidR="0014435F" w:rsidRPr="00B8442D" w:rsidRDefault="0014435F" w:rsidP="009D68B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4"/>
                              <w:szCs w:val="14"/>
                            </w:rPr>
                          </w:pPr>
                          <w:proofErr w:type="gramStart"/>
                          <w:r>
                            <w:rPr>
                              <w:sz w:val="14"/>
                              <w:szCs w:val="14"/>
                            </w:rPr>
                            <w:t>veins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Group 64" o:spid="_x0000_s1035" style="position:absolute;left:7102;top:14397;width:984;height:377" coordorigin="6682,14397" coordsize="98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53" o:spid="_x0000_s1036" style="position:absolute;left:6682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JbJ8QA&#10;AADbAAAADwAAAGRycy9kb3ducmV2LnhtbESPQUsDMRCF70L/Q5iCN5vUQ5W1aRFLUQQR2x70NmzG&#10;ZOlmsiSxXf31zkHwNsN78943y/UYe3WiXLrEFuYzA4q4Ta5jb+Gw317dgioV2WGfmCx8U4H1anKx&#10;xMalM7/RaVe9khAuDVoItQ6N1qUNFLHM0kAs2mfKEaus2WuX8SzhsdfXxix0xI6lIeBAD4Ha4+4r&#10;WtiEvX/lx0X7Mb6/zP2zyebneGPt5XS8vwNVaaz/5r/rJyf4Qi+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yWyfEAAAA2wAAAA8AAAAAAAAAAAAAAAAAmAIAAGRycy9k&#10;b3ducmV2LnhtbFBLBQYAAAAABAAEAPUAAACJAwAAAAA=&#10;" fillcolor="#679ad1" strokeweight=".5pt"/>
                  <v:shape id="Text Box 54" o:spid="_x0000_s1037" type="#_x0000_t202" style="position:absolute;left:7165;top:14452;width:50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  <v:textbox style="mso-fit-shape-to-text:t" inset="0,0,0,0">
                      <w:txbxContent>
                        <w:p w:rsidR="0014435F" w:rsidRDefault="0014435F" w:rsidP="009D68B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Deep</w:t>
                          </w:r>
                        </w:p>
                        <w:p w:rsidR="0014435F" w:rsidRPr="00B8442D" w:rsidRDefault="0014435F" w:rsidP="009D68B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4"/>
                              <w:szCs w:val="14"/>
                            </w:rPr>
                          </w:pPr>
                          <w:proofErr w:type="gramStart"/>
                          <w:r>
                            <w:rPr>
                              <w:sz w:val="14"/>
                              <w:szCs w:val="14"/>
                            </w:rPr>
                            <w:t>veins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Group 65" o:spid="_x0000_s1038" style="position:absolute;left:8216;top:14397;width:1324;height:377" coordorigin="8216,1439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Rectangle 56" o:spid="_x0000_s1039" style="position:absolute;left:82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q3MIA&#10;AADbAAAADwAAAGRycy9kb3ducmV2LnhtbERPTWvCQBC9C/6HZYTedFMLomk2oQiB0pbaai+9Ddlp&#10;Es3Ohuwmxn/vFgRv83ifk2SjacRAnastK3hcRCCIC6trLhX8HPL5GoTzyBoby6TgQg6ydDpJMNb2&#10;zN807H0pQgi7GBVU3rexlK6oyKBb2JY4cH+2M+gD7EqpOzyHcNPIZRStpMGaQ0OFLW0rKk773ihw&#10;9hLlv7vPL9MfXWvluy7ePjZKPczGl2cQnkZ/F9/crzrMf4L/X8IBMr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urcwgAAANsAAAAPAAAAAAAAAAAAAAAAAJgCAABkcnMvZG93&#10;bnJldi54bWxQSwUGAAAAAAQABAD1AAAAhwMAAAAA&#10;" fillcolor="yellow" strokeweight=".5pt"/>
                  <v:shape id="Text Box 57" o:spid="_x0000_s1040" type="#_x0000_t202" style="position:absolute;left:8699;top:1445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  <v:textbox style="mso-fit-shape-to-text:t" inset="0,0,0,0">
                      <w:txbxContent>
                        <w:p w:rsidR="0014435F" w:rsidRDefault="0014435F" w:rsidP="009D68B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Chronic</w:t>
                          </w:r>
                        </w:p>
                        <w:p w:rsidR="0014435F" w:rsidRPr="00B8442D" w:rsidRDefault="0014435F" w:rsidP="009D68B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DVT scarring</w:t>
                          </w:r>
                        </w:p>
                      </w:txbxContent>
                    </v:textbox>
                  </v:shape>
                </v:group>
              </v:group>
              <v:shape id="Text Box 71" o:spid="_x0000_s1041" type="#_x0000_t202" style="position:absolute;width:13544;height:2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Ud58AA&#10;AADbAAAADwAAAGRycy9kb3ducmV2LnhtbERPTWvCQBC9F/wPywi91Y092BJdRQRJLyImhV6H7JgE&#10;s7PL7prEf98VCr3N433OZjeZXgzkQ2dZwXKRgSCure64UfBdHd8+QYSIrLG3TAoeFGC3nb1sMNd2&#10;5AsNZWxECuGQo4I2RpdLGeqWDIaFdcSJu1pvMCboG6k9jinc9PI9y1bSYMepoUVHh5bqW3k3Ci6F&#10;OQ1u0H76MUXzsfTSVbezUq/zab8GEWmK/+I/95dO81fw/CUdIL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rUd58AAAADbAAAADwAAAAAAAAAAAAAAAACYAgAAZHJzL2Rvd25y&#10;ZXYueG1sUEsFBgAAAAAEAAQA9QAAAIUDAAAAAA==&#10;" strokeweight=".5pt">
                <v:shadow on="t" color="silver"/>
                <v:textbox style="mso-fit-shape-to-text:t" inset="1mm,1.2mm,1mm,1.2mm">
                  <w:txbxContent>
                    <w:p w:rsidR="0014435F" w:rsidRPr="005D0996" w:rsidRDefault="0014435F" w:rsidP="00424E73">
                      <w:pPr>
                        <w:pStyle w:val="CUSTOMNormal"/>
                        <w:tabs>
                          <w:tab w:val="left" w:pos="392"/>
                        </w:tabs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Right leg: Anterior view</w:t>
                      </w:r>
                    </w:p>
                  </w:txbxContent>
                </v:textbox>
              </v:shape>
              <v:shape id="Text Box 72" o:spid="_x0000_s1042" type="#_x0000_t202" style="position:absolute;left:37844;width:12956;height:3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m4fMAA&#10;AADbAAAADwAAAGRycy9kb3ducmV2LnhtbERPPWvDMBDdA/kP4gLdYjkd6uJaDqUQ0qUUJ4Wuh3W1&#10;ja2TkBTH/fdVINDtHu/zqv1iJjGTD4NlBbssB0HcWj1wp+DrfNg+gwgRWeNkmRT8UoB9vV5VWGp7&#10;5YbmU+xECuFQooI+RldKGdqeDIbMOuLE/VhvMCboO6k9XlO4meRjnj9JgwOnhh4dvfXUjqeLUdAc&#10;zcfsZu2Xb3Psip2X7jx+KvWwWV5fQERa4r/47n7XaX4Bt1/SAbL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fm4fMAAAADbAAAADwAAAAAAAAAAAAAAAACYAgAAZHJzL2Rvd25y&#10;ZXYueG1sUEsFBgAAAAAEAAQA9QAAAIUDAAAAAA==&#10;" strokeweight=".5pt">
                <v:shadow on="t" color="silver"/>
                <v:textbox style="mso-fit-shape-to-text:t" inset="1mm,1.2mm,1mm,1.2mm">
                  <w:txbxContent>
                    <w:p w:rsidR="0014435F" w:rsidRPr="005D0996" w:rsidRDefault="0014435F" w:rsidP="00424E73">
                      <w:pPr>
                        <w:pStyle w:val="CUSTOMNormal"/>
                        <w:tabs>
                          <w:tab w:val="left" w:pos="392"/>
                        </w:tabs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Right leg: Posterior view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0" o:spid="_x0000_s1043" type="#_x0000_t75" alt="1D VEINS OF THE LEG LEFT MEDIAL RIGHT MEDIAL BILATERALAmend" style="position:absolute;left:845;top:3488;width:48257;height:53120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4kEe/AAAA2wAAAA8AAABkcnMvZG93bnJldi54bWxET8uKwjAU3QvzD+EOzE5TZ0C0GkUEYRai&#10;4wtcXpprU2xuShO1+XuzEGZ5OO/ZorO1eFDrK8cKhoMMBHHhdMWlgtNx3R+D8AFZY+2YFETysJh/&#10;9GaYa/fkPT0OoRQphH2OCkwITS6lLwxZ9APXECfu6lqLIcG2lLrFZwq3tfzOspG0WHFqMNjQylBx&#10;O9ytgnXEH7OKpouXTdztzrjc2smfUl+f3XIKIlAX/sVv969WMEnr05f0A+T8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iuJBHvwAAANsAAAAPAAAAAAAAAAAAAAAAAJ8CAABk&#10;cnMvZG93bnJldi54bWxQSwUGAAAAAAQABAD3AAAAiwMAAAAA&#10;">
                <v:imagedata r:id="rId2" o:title="1D VEINS OF THE LEG LEFT MEDIAL RIGHT MEDIAL BILATERALAmend" croptop="8854f" cropbottom="828f"/>
                <v:path arrowok="t"/>
              </v:shape>
              <v:group id="Group 75" o:spid="_x0000_s1044" style="position:absolute;left:9408;top:11416;width:30081;height:33023" coordsize="30081,330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<v:shape id="Freeform 28" o:spid="_x0000_s1045" style="position:absolute;width:3130;height:25184;visibility:visible;mso-wrap-style:square;v-text-anchor:middle" coordsize="313643,2518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Rf8MEA&#10;AADbAAAADwAAAGRycy9kb3ducmV2LnhtbERPTWvCQBC9C/6HZYTedFMLxabZiEoLUjxYFXodsmMS&#10;m50Nu1uN/75zKPT4eN/FcnCdulKIrWcDj7MMFHHlbcu1gdPxfboAFROyxc4zGbhThGU5HhWYW3/j&#10;T7oeUq0khGOOBpqU+lzrWDXkMM58Tyzc2QeHSWCotQ14k3DX6XmWPWuHLUtDgz1tGqq+Dz9Oerdr&#10;etPZx8vxadfv7+H0tbrs2JiHybB6BZVoSP/iP/fWGpjLWPkiP0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EX/DBAAAA2wAAAA8AAAAAAAAAAAAAAAAAmAIAAGRycy9kb3du&#10;cmV2LnhtbFBLBQYAAAAABAAEAPUAAACGAwAAAAA=&#10;" path="m,53357v12382,20320,24765,40640,45720,60960c66675,134637,104775,153687,125730,175277v20955,21590,34290,6985,45720,68580c182880,305452,187960,419117,194310,544847v6350,125730,8890,305435,15240,453390c215900,1146192,226060,1305577,232410,1432577v6350,127000,15875,247650,15240,327660c247015,1840247,234950,1847232,228600,1912637v-6350,65405,-20955,173990,-19050,240030c211455,2218707,231775,2258712,240030,2308877v8255,50165,15240,111129,19050,144780c262890,2487308,254206,2501208,262891,2510785v8685,9577,41312,11124,48297,333c318173,2500327,308405,2481649,304800,2446037v-3605,-35612,-8890,-104775,-15240,-148590c283210,2253632,271145,2225057,266700,2183147v-4445,-41910,-3175,-94615,-3810,-137160c262255,2003442,257175,1971057,262890,1927877v5715,-43180,30480,-74930,34290,-140970c300990,1720867,290830,1667527,285750,1531637,280670,1395747,274320,1161432,266700,971567,259080,781702,247650,517542,240030,392447,232410,267352,257806,286405,220980,220997,184154,155589,48285,34290,19075,e" fillcolor="red" stroked="f" strokeweight=".5pt">
                  <v:stroke joinstyle="miter"/>
                  <v:path arrowok="t" o:connecttype="custom" o:connectlocs="0,53353;45634,114308;125494,175263;171129,243838;193946,544805;209157,998160;231974,1432466;247186,1760101;228171,1912489;209157,2152500;239580,2308698;258594,2453467;262398,2510591;310605,2510924;304229,2445848;289017,2297269;266200,2182978;262397,2045829;262397,1927728;296623,1786769;285214,1531518;266200,971492;239580,392417;220566,220980;19039,0" o:connectangles="0,0,0,0,0,0,0,0,0,0,0,0,0,0,0,0,0,0,0,0,0,0,0,0,0"/>
                </v:shape>
                <v:shape id="Freeform 64" o:spid="_x0000_s1046" style="position:absolute;left:2748;top:23943;width:1279;height:2799;visibility:visible;mso-wrap-style:square;v-text-anchor:middle" coordsize="127949,2799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b2QMUA&#10;AADbAAAADwAAAGRycy9kb3ducmV2LnhtbESPQWvCQBSE74L/YXmCN91YRDR1FaloC1LRWEqPj+wz&#10;CWbfhuw2pv56tyB4HGbmG2a+bE0pGqpdYVnBaBiBIE6tLjhT8HXaDKYgnEfWWFomBX/kYLnoduYY&#10;a3vlIzWJz0SAsItRQe59FUvp0pwMuqGtiIN3trVBH2SdSV3jNcBNKV+iaCINFhwWcqzoLaf0kvwa&#10;BXt9i26zXZP82PX3u9yu9enzMFOq32tXryA8tf4ZfrQ/tILJGP6/h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BvZAxQAAANsAAAAPAAAAAAAAAAAAAAAAAJgCAABkcnMv&#10;ZG93bnJldi54bWxQSwUGAAAAAAQABAD1AAAAigMAAAAA&#10;" path="m967,38563c6653,20768,48225,9999,61486,4286v13261,-5713,12065,-5715,19050,c87521,10001,99586,24606,103396,38576v3810,13970,-3810,40005,,49530c107206,97631,122446,87471,126256,95726v3810,8255,,41910,,41910c126256,153511,130066,171291,126256,190976v-3810,19685,-12700,50165,-22860,64770c93236,270351,69741,284321,65296,278606v-4445,-5715,5715,-43815,11430,-57150c82441,208121,95776,210661,99586,198596v3810,-12065,1905,-40005,,-49530c97681,139541,93240,156075,88156,141446,83072,126817,70989,74624,69084,61289,67179,47954,38725,114845,27372,111057,16019,107269,-4719,56358,967,38563xe" fillcolor="red" stroked="f" strokeweight=".5pt">
                  <v:stroke joinstyle="miter"/>
                  <v:path arrowok="t" o:connecttype="custom" o:connectlocs="967,38563;61486,4286;80536,4286;103396,38576;103396,88106;126256,95726;126256,137636;126256,190976;103396,255746;65296,278606;76726,221456;99586,198596;99586,149066;88156,141446;69084,61289;27372,111057;967,38563" o:connectangles="0,0,0,0,0,0,0,0,0,0,0,0,0,0,0,0,0"/>
                </v:shape>
                <v:shape id="Freeform 67" o:spid="_x0000_s1047" style="position:absolute;left:26744;top:27643;width:2626;height:3690;visibility:visible;mso-wrap-style:square;v-text-anchor:middle" coordsize="262539,369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Uv+sQA&#10;AADbAAAADwAAAGRycy9kb3ducmV2LnhtbESPwWrDMBBE74X+g9hAb42cHpziRAnCkFJKL3H9ARtr&#10;a7u2VsZSHbdfHwUCOQ4z84bZ7mfbi4lG3zpWsFomIIgrZ1quFZRfh+dXED4gG+wdk4I/8rDfPT5s&#10;MTPuzEeailCLCGGfoYImhCGT0lcNWfRLNxBH79uNFkOUYy3NiOcIt718SZJUWmw5LjQ4UN5Q1RW/&#10;VsFPlxb/h883/WFKfdJll+upz5V6Wsx6AyLQHO7hW/vdKEjXcP0Sf4DcX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VL/rEAAAA2wAAAA8AAAAAAAAAAAAAAAAAmAIAAGRycy9k&#10;b3ducmV2LnhtbFBLBQYAAAAABAAEAPUAAACJAwAAAAA=&#10;" path="m52071,c32279,14349,12487,28699,4570,53439v-7917,24740,-3958,77189,,95002c8528,166254,24363,151411,28321,160317v3958,8906,-7917,33646,,41563c36238,209797,62957,198912,75822,207818v12865,8907,15834,39584,29688,47501c119364,263236,145094,253340,158949,255319v13855,1979,24741,-2969,29689,11875c193586,282038,183690,331519,188638,344384v4948,12865,18802,-3958,29688,c229212,348343,247025,374073,253952,368135v6927,-5938,11876,-46512,5938,-59377c253952,295893,225253,298862,218326,290945v-6927,-7917,3959,-17813,,-29688c214368,249382,205461,225631,194575,219693v-10886,-5938,-26719,10886,-41563,5938c138168,220683,115406,200891,105510,190005,95614,179119,97593,165265,93635,160317v-3958,-4948,-5937,4948,-11875,c75822,155369,60978,140524,58009,130628e" fillcolor="red" stroked="f" strokeweight=".5pt">
                  <v:stroke joinstyle="miter"/>
                  <v:path arrowok="t" o:connecttype="custom" o:connectlocs="52071,0;4570,53439;4570,148441;28321,160317;28321,201880;75822,207818;105510,255319;158949,255319;188638,267194;188638,344384;218326,344384;253952,368135;259890,308758;218326,290945;218326,261257;194575,219693;153012,225631;105510,190005;93635,160317;81760,160317;58009,130628" o:connectangles="0,0,0,0,0,0,0,0,0,0,0,0,0,0,0,0,0,0,0,0,0"/>
                </v:shape>
                <v:shape id="Freeform 70" o:spid="_x0000_s1048" style="position:absolute;left:29789;top:30656;width:292;height:2317;visibility:visible;mso-wrap-style:square;v-text-anchor:middle" coordsize="29713,232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3cgsAA&#10;AADbAAAADwAAAGRycy9kb3ducmV2LnhtbERPy4rCMBTdC/MP4Q64EU11YZ1OUxkGBTeCj/mAS3Nt&#10;yjQ3JYla/94sBJeH8y7Xg+3EjXxoHSuYzzIQxLXTLTcK/s7b6QpEiMgaO8ek4EEB1tXHqMRCuzsf&#10;6XaKjUghHApUYGLsCylDbchimLmeOHEX5y3GBH0jtcd7CredXGTZUlpsOTUY7OnXUP1/uloFk0O+&#10;H/Zdvfs65meznU+y/uo3So0/h59vEJGG+Ba/3DutIE/r05f0A2T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3cgsAAAADbAAAADwAAAAAAAAAAAAAAAACYAgAAZHJzL2Rvd25y&#10;ZXYueG1sUEsFBgAAAAAEAAQA9QAAAIUDAAAAAA==&#10;" path="m2042,8279v4298,-21364,21506,3433,25787,20256c32110,45358,27762,77933,27728,109219v-34,31286,3611,88653,-103,107034c23911,234634,12370,239298,5443,219506,-1484,199714,2609,191924,2042,156720,1475,121516,-2256,29643,2042,8279xe" fillcolor="red" stroked="f" strokeweight="1pt">
                  <v:stroke joinstyle="miter"/>
                  <v:path arrowok="t" o:connecttype="custom" o:connectlocs="2007,8259;27358,28465;27259,108951;27157,215722;5351,218967;2007,156335;2007,8259" o:connectangles="0,0,0,0,0,0,0"/>
                </v:shape>
                <v:shape id="Freeform 71" o:spid="_x0000_s1049" style="position:absolute;left:28594;top:32400;width:1245;height:622;visibility:visible;mso-wrap-style:square;v-text-anchor:middle" coordsize="124990,62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HL2sQA&#10;AADbAAAADwAAAGRycy9kb3ducmV2LnhtbESPQWvCQBSE74L/YXlCb7pJKSrRVWKh0HpoNYacH9ln&#10;Esy+DdltTP99t1DwOMzMN8x2P5pWDNS7xrKCeBGBIC6tbrhSkF/e5msQziNrbC2Tgh9ysN9NJ1tM&#10;tL3zmYbMVyJA2CWooPa+S6R0ZU0G3cJ2xMG72t6gD7KvpO7xHuCmlc9RtJQGGw4LNXb0WlN5y76N&#10;gqP+eCn4kC2Lz0weT+l40+lXrtTTbEw3IDyN/hH+b79rBasY/r6EH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Ry9rEAAAA2wAAAA8AAAAAAAAAAAAAAAAAmAIAAGRycy9k&#10;b3ducmV2LnhtbFBLBQYAAAAABAAEAPUAAACJAwAAAAA=&#10;" path="m124990,49338c119508,44952,113240,41399,108543,36181,103254,30304,95387,16446,95387,16446,77843,22293,91002,14984,82230,29603v-1596,2659,-4718,4097,-6579,6578c70907,42506,69995,53416,62495,55916l42759,62495c37277,61398,28515,64344,26313,59205,23582,52831,32892,39470,32892,39470,17213,34244,14929,36753,6578,26313,4109,23226,2193,19735,,16446,3555,2225,3289,7810,3289,e" filled="f" strokecolor="red" strokeweight="1.5pt">
                  <v:stroke joinstyle="miter"/>
                  <v:path arrowok="t" o:connecttype="custom" o:connectlocs="124460,49129;108083,36028;94983,16376;81881,29477;75330,36028;62230,55679;42578,62230;26201,58954;32753,39303;6550,26201;0,16376;3275,0" o:connectangles="0,0,0,0,0,0,0,0,0,0,0,0"/>
                </v:shape>
                <v:line id="Straight Connector 72" o:spid="_x0000_s1050" style="position:absolute;flip:x y;visibility:visible;mso-wrap-style:square" from="28753,31343" to="29339,31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cC5sIAAADbAAAADwAAAGRycy9kb3ducmV2LnhtbESPQWvCQBSE7wX/w/IEb3WjlFajq0hB&#10;6tVU8frIPjfR7Ns0u5ror+8KgsdhZr5h5svOVuJKjS8dKxgNExDEudMlGwW73/X7BIQPyBorx6Tg&#10;Rh6Wi97bHFPtWt7SNQtGRAj7FBUUIdSplD4vyKIfupo4ekfXWAxRNkbqBtsIt5UcJ8mntFhyXCiw&#10;pu+C8nN2sQr2f/vz5E73w09mTm21+TDbKbVKDfrdagYiUBde4Wd7oxV8jeHxJf4Auf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cC5sIAAADbAAAADwAAAAAAAAAAAAAA&#10;AAChAgAAZHJzL2Rvd25yZXYueG1sUEsFBgAAAAAEAAQA+QAAAJADAAAAAA==&#10;" strokecolor="red" strokeweight="1pt">
                  <v:stroke joinstyle="miter"/>
                </v:line>
                <v:line id="Straight Connector 73" o:spid="_x0000_s1051" style="position:absolute;flip:x y;visibility:visible;mso-wrap-style:square" from="28753,31766" to="29339,32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unfcQAAADbAAAADwAAAGRycy9kb3ducmV2LnhtbESPS2/CMBCE70j8B2uRemucPsQjxKCq&#10;UlWuBBDXVbw4KfE6jV2S8utrpEocRzPzjSZfD7YRF+p87VjBU5KCIC6drtko2O8+HucgfEDW2Dgm&#10;Bb/kYb0aj3LMtOt5S5ciGBEh7DNUUIXQZlL6siKLPnEtcfROrrMYouyM1B32EW4b+ZymU2mx5rhQ&#10;YUvvFZXn4scqOHwfzvMrXY+fhfnqm82r2S6oV+phMrwtQQQawj38395oBbMXuH2JP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q6d9xAAAANsAAAAPAAAAAAAAAAAA&#10;AAAAAKECAABkcnMvZG93bnJldi54bWxQSwUGAAAAAAQABAD5AAAAkgMAAAAA&#10;" strokecolor="red" strokeweight="1pt">
                  <v:stroke joinstyle="miter"/>
                </v:line>
              </v:group>
              <v:shape id="Freeform 69" o:spid="_x0000_s1052" style="position:absolute;left:38478;top:42337;width:712;height:419;visibility:visible;mso-wrap-style:square;v-text-anchor:middle" coordsize="71252,42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4wg8UA&#10;AADbAAAADwAAAGRycy9kb3ducmV2LnhtbESPQWvCQBSE70L/w/IK3nTTHqRGN0FaCr1UaEzQ42P3&#10;mQSzb0N2G2N/fbdQ8DjMzDfMNp9sJ0YafOtYwdMyAUGsnWm5VlAe3hcvIHxANtg5JgU38pBnD7Mt&#10;psZd+YvGItQiQtinqKAJoU+l9Lohi37peuLond1gMUQ51NIMeI1w28nnJFlJiy3HhQZ7em1IX4pv&#10;q+BQT/vj7mff6bI46cp/VmPyVik1f5x2GxCBpnAP/7c/jILVGv6+xB8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XjCDxQAAANsAAAAPAAAAAAAAAAAAAAAAAJgCAABkcnMv&#10;ZG93bnJldi54bWxQSwUGAAAAAAQABAD1AAAAigMAAAAA&#10;" path="m,18327c9896,12389,18493,3313,29689,514,44908,-3290,54707,14925,59377,24265v9845,19690,-1358,17813,11875,17813e" filled="f" strokecolor="red" strokeweight="1.5pt">
                <v:stroke joinstyle="miter"/>
                <v:path arrowok="t" o:connecttype="custom" o:connectlocs="0,18233;29634,511;59267,24141;71120,41862" o:connectangles="0,0,0,0"/>
              </v:shape>
              <v:shape id="Freeform 74" o:spid="_x0000_s1053" style="position:absolute;left:38478;top:42442;width:216;height:737;visibility:visible;mso-wrap-style:square;v-text-anchor:middle" coordsize="21988,736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5MwMYA&#10;AADbAAAADwAAAGRycy9kb3ducmV2LnhtbESPT2vCQBTE74V+h+UVeim6qUoraVYRQfCQQ02l6O2R&#10;ffnTZt+G7DaJ394tCB6HmfkNk6xH04ieOldbVvA6jUAQ51bXXCo4fu0mSxDOI2tsLJOCCzlYrx4f&#10;Eoy1HfhAfeZLESDsYlRQed/GUrq8IoNualvi4BW2M+iD7EqpOxwC3DRyFkVv0mDNYaHClrYV5b/Z&#10;n1HgX5bFT5puPofTdv59PJ+cXlCq1PPTuPkA4Wn09/CtvdcK3hfw/yX8AL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5MwMYAAADbAAAADwAAAAAAAAAAAAAAAACYAgAAZHJz&#10;L2Rvd25yZXYueG1sUEsFBgAAAAAEAAQA9QAAAIsDAAAAAA==&#10;" path="m13171,v3753,9382,15011,23993,4334,34669c14275,37899,8838,37558,4504,39002v-3399,10197,-8158,15805,,26002c7758,69071,17505,73672,17505,73672e" filled="f" strokecolor="red" strokeweight="1.5pt">
                <v:stroke joinstyle="miter"/>
                <v:path arrowok="t" o:connecttype="custom" o:connectlocs="12933,0;17188,34663;4422,38996;4422,64993;17188,73660" o:connectangles="0,0,0,0,0"/>
              </v:shape>
            </v:group>
          </w:pict>
        </mc:Fallback>
      </mc:AlternateContent>
    </w:r>
    <w:r w:rsidR="0014435F"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5168" behindDoc="1" locked="1" layoutInCell="0" allowOverlap="1" wp14:anchorId="445B5545" wp14:editId="7EE30098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18" name="Group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19" name="Picture 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1" o:spid="_x0000_s1026" style="position:absolute;margin-left:42.55pt;margin-top:45.95pt;width:510.6pt;height:80.1pt;z-index:-25166131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" o:allowincell="f">
              <v:shape id="Picture 82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fVgXDAAAA2wAAAA8AAABkcnMvZG93bnJldi54bWxEj0+LwjAQxe/CfocwC3sRTfUg3WoUd3HB&#10;k+Af9jwmY1vaTEoTa/32RhC8zfDevN+bxaq3teio9aVjBZNxAoJYO1NyruB0/BulIHxANlg7JgV3&#10;8rBafgwWmBl34z11h5CLGMI+QwVFCE0mpdcFWfRj1xBH7eJaiyGubS5Ni7cYbms5TZKZtFhyJBTY&#10;0G9BujpcbYRc+JrWw+k5rU6bn91/qrddpZX6+uzXcxCB+vA2v663Jtb/hucvcQC5f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Z9WBcMAAADbAAAADwAAAAAAAAAAAAAAAACf&#10;AgAAZHJzL2Rvd25yZXYueG1sUEsFBgAAAAAEAAQA9wAAAI8DAAAAAA==&#10;">
                <v:imagedata r:id="rId5" o:title=""/>
              </v:shape>
              <v:shape id="Picture 83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nWmbAAAAA2wAAAA8AAABkcnMvZG93bnJldi54bWxET8uKwjAU3Qv+Q7jC7DRVRKRjLDOiMrgQ&#10;rc7+0tw+aHNTm6j1781iYJaH814lvWnEgzpXWVYwnUQgiDOrKy4UXC+78RKE88gaG8uk4EUOkvVw&#10;sMJY2yef6ZH6QoQQdjEqKL1vYyldVpJBN7EtceBy2xn0AXaF1B0+Q7hp5CyKFtJgxaGhxJY2JWV1&#10;ejcK8tsuP5zOHr/38zqd/26PJ1oelfoY9V+fIDz1/l/85/7RCmZhffgSfoBcv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2daZsAAAADbAAAADwAAAAAAAAAAAAAAAACfAgAA&#10;ZHJzL2Rvd25yZXYueG1sUEsFBgAAAAAEAAQA9wAAAIwDAAAAAA==&#10;">
                <v:imagedata r:id="rId6" o:title=""/>
              </v:shape>
              <w10:wrap anchorx="page" anchory="page"/>
              <w10:anchorlock/>
            </v:group>
          </w:pict>
        </mc:Fallback>
      </mc:AlternateContent>
    </w:r>
    <w:r w:rsidR="0014435F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107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435F" w:rsidRDefault="0014435F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54" type="#_x0000_t202" style="position:absolute;margin-left:42.5pt;margin-top:789.75pt;width:510.25pt;height:22.7pt;z-index:-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9ksQIAALE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DK72S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14435F" w:rsidRDefault="0014435F" w:rsidP="002E04BC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0D"/>
    <w:rsid w:val="00002C57"/>
    <w:rsid w:val="0002322E"/>
    <w:rsid w:val="00030ECC"/>
    <w:rsid w:val="00033B0B"/>
    <w:rsid w:val="00034083"/>
    <w:rsid w:val="00051389"/>
    <w:rsid w:val="0006170F"/>
    <w:rsid w:val="00075B57"/>
    <w:rsid w:val="000B1F8C"/>
    <w:rsid w:val="000C302A"/>
    <w:rsid w:val="000D03AD"/>
    <w:rsid w:val="000D12F2"/>
    <w:rsid w:val="000E0352"/>
    <w:rsid w:val="0014435F"/>
    <w:rsid w:val="0014708E"/>
    <w:rsid w:val="00156E8E"/>
    <w:rsid w:val="00186F8F"/>
    <w:rsid w:val="00191142"/>
    <w:rsid w:val="001A7AF4"/>
    <w:rsid w:val="001C2A3A"/>
    <w:rsid w:val="001C3912"/>
    <w:rsid w:val="00201C2C"/>
    <w:rsid w:val="0020687B"/>
    <w:rsid w:val="00210977"/>
    <w:rsid w:val="00226007"/>
    <w:rsid w:val="00255B9E"/>
    <w:rsid w:val="002739C8"/>
    <w:rsid w:val="002867C0"/>
    <w:rsid w:val="002932DD"/>
    <w:rsid w:val="002C6A41"/>
    <w:rsid w:val="002D4419"/>
    <w:rsid w:val="002D5019"/>
    <w:rsid w:val="002D613D"/>
    <w:rsid w:val="002D7122"/>
    <w:rsid w:val="002E04BC"/>
    <w:rsid w:val="003234AA"/>
    <w:rsid w:val="00324212"/>
    <w:rsid w:val="00352F64"/>
    <w:rsid w:val="0036072E"/>
    <w:rsid w:val="00381036"/>
    <w:rsid w:val="00382C7D"/>
    <w:rsid w:val="003909B4"/>
    <w:rsid w:val="00394CF1"/>
    <w:rsid w:val="003A6622"/>
    <w:rsid w:val="00411FD4"/>
    <w:rsid w:val="00424E73"/>
    <w:rsid w:val="004520A0"/>
    <w:rsid w:val="00477D62"/>
    <w:rsid w:val="004A0C3D"/>
    <w:rsid w:val="004A3BCC"/>
    <w:rsid w:val="004C122B"/>
    <w:rsid w:val="004E0025"/>
    <w:rsid w:val="004E040A"/>
    <w:rsid w:val="004E3E95"/>
    <w:rsid w:val="004E7819"/>
    <w:rsid w:val="004F4E3F"/>
    <w:rsid w:val="005060EC"/>
    <w:rsid w:val="00525F48"/>
    <w:rsid w:val="00543410"/>
    <w:rsid w:val="00543DEF"/>
    <w:rsid w:val="005534C2"/>
    <w:rsid w:val="005606F1"/>
    <w:rsid w:val="00563E6E"/>
    <w:rsid w:val="005748E3"/>
    <w:rsid w:val="00591601"/>
    <w:rsid w:val="005947E5"/>
    <w:rsid w:val="00596D0F"/>
    <w:rsid w:val="005C197D"/>
    <w:rsid w:val="005C2500"/>
    <w:rsid w:val="005C2E16"/>
    <w:rsid w:val="005D4909"/>
    <w:rsid w:val="005E1DEB"/>
    <w:rsid w:val="005E594C"/>
    <w:rsid w:val="005E6673"/>
    <w:rsid w:val="00624106"/>
    <w:rsid w:val="00632733"/>
    <w:rsid w:val="00644C5F"/>
    <w:rsid w:val="0065384F"/>
    <w:rsid w:val="00661023"/>
    <w:rsid w:val="00672D0F"/>
    <w:rsid w:val="0067732A"/>
    <w:rsid w:val="006B2888"/>
    <w:rsid w:val="006D3CE8"/>
    <w:rsid w:val="006D6A31"/>
    <w:rsid w:val="00701D82"/>
    <w:rsid w:val="007102C1"/>
    <w:rsid w:val="007112FB"/>
    <w:rsid w:val="00777D3A"/>
    <w:rsid w:val="00803E28"/>
    <w:rsid w:val="00804042"/>
    <w:rsid w:val="00811182"/>
    <w:rsid w:val="00813362"/>
    <w:rsid w:val="00854725"/>
    <w:rsid w:val="00876A79"/>
    <w:rsid w:val="00880184"/>
    <w:rsid w:val="00893153"/>
    <w:rsid w:val="008A210D"/>
    <w:rsid w:val="008B3BF4"/>
    <w:rsid w:val="008B3C2A"/>
    <w:rsid w:val="008C3FE9"/>
    <w:rsid w:val="008C4F7F"/>
    <w:rsid w:val="008D7BD9"/>
    <w:rsid w:val="008E77CD"/>
    <w:rsid w:val="008F4C67"/>
    <w:rsid w:val="00907CF4"/>
    <w:rsid w:val="00923531"/>
    <w:rsid w:val="00924EB0"/>
    <w:rsid w:val="009350DF"/>
    <w:rsid w:val="00942505"/>
    <w:rsid w:val="00943CA7"/>
    <w:rsid w:val="009466CD"/>
    <w:rsid w:val="00961297"/>
    <w:rsid w:val="009A0ECB"/>
    <w:rsid w:val="009A3EEC"/>
    <w:rsid w:val="009B6581"/>
    <w:rsid w:val="009B724B"/>
    <w:rsid w:val="009C12E1"/>
    <w:rsid w:val="009D4370"/>
    <w:rsid w:val="009D68B6"/>
    <w:rsid w:val="009E0202"/>
    <w:rsid w:val="009F19EF"/>
    <w:rsid w:val="009F70D4"/>
    <w:rsid w:val="00A04256"/>
    <w:rsid w:val="00A078E6"/>
    <w:rsid w:val="00A217E2"/>
    <w:rsid w:val="00A43026"/>
    <w:rsid w:val="00A46516"/>
    <w:rsid w:val="00A62728"/>
    <w:rsid w:val="00A90B05"/>
    <w:rsid w:val="00A90F95"/>
    <w:rsid w:val="00A9651D"/>
    <w:rsid w:val="00AA2AD4"/>
    <w:rsid w:val="00AA57D6"/>
    <w:rsid w:val="00AB09A7"/>
    <w:rsid w:val="00AB7058"/>
    <w:rsid w:val="00B03018"/>
    <w:rsid w:val="00B14AFB"/>
    <w:rsid w:val="00B35F22"/>
    <w:rsid w:val="00B415C1"/>
    <w:rsid w:val="00B734E8"/>
    <w:rsid w:val="00B73F68"/>
    <w:rsid w:val="00B87660"/>
    <w:rsid w:val="00BC5836"/>
    <w:rsid w:val="00C15B48"/>
    <w:rsid w:val="00C24FD1"/>
    <w:rsid w:val="00C36AA5"/>
    <w:rsid w:val="00C44E9D"/>
    <w:rsid w:val="00C64AE2"/>
    <w:rsid w:val="00C943BB"/>
    <w:rsid w:val="00CB3119"/>
    <w:rsid w:val="00D065FF"/>
    <w:rsid w:val="00D35CC3"/>
    <w:rsid w:val="00D86277"/>
    <w:rsid w:val="00D94904"/>
    <w:rsid w:val="00D962C3"/>
    <w:rsid w:val="00DC01AB"/>
    <w:rsid w:val="00DC5770"/>
    <w:rsid w:val="00DD0B20"/>
    <w:rsid w:val="00DF1DE9"/>
    <w:rsid w:val="00E31D12"/>
    <w:rsid w:val="00E32912"/>
    <w:rsid w:val="00E339E8"/>
    <w:rsid w:val="00E4100D"/>
    <w:rsid w:val="00E463E3"/>
    <w:rsid w:val="00E6169F"/>
    <w:rsid w:val="00E73447"/>
    <w:rsid w:val="00EA5C7C"/>
    <w:rsid w:val="00EC32E8"/>
    <w:rsid w:val="00ED45C7"/>
    <w:rsid w:val="00F028B5"/>
    <w:rsid w:val="00F02F77"/>
    <w:rsid w:val="00F071E8"/>
    <w:rsid w:val="00F16C76"/>
    <w:rsid w:val="00F22DC5"/>
    <w:rsid w:val="00F3457B"/>
    <w:rsid w:val="00F3756B"/>
    <w:rsid w:val="00F835DA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ddd,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emf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6" Type="http://schemas.openxmlformats.org/officeDocument/2006/relationships/image" Target="media/image4.emf"/><Relationship Id="rId5" Type="http://schemas.openxmlformats.org/officeDocument/2006/relationships/image" Target="media/image3.emf"/><Relationship Id="rId4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urefw0.UHL\AppData\Local\Microsoft\Windows\Temporary%20Internet%20Files\Content.IE5\A177G78J\Left%20Lower%20Limb%20Venous%20Insufficiency%20scan%20_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9F732-0695-428A-AA6A-5955F41B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Left Lower Limb Venous Insufficiency scan _ Normal</Template>
  <TotalTime>15</TotalTime>
  <Pages>3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4</cp:revision>
  <cp:lastPrinted>2019-01-18T11:11:00Z</cp:lastPrinted>
  <dcterms:created xsi:type="dcterms:W3CDTF">2019-05-10T13:23:00Z</dcterms:created>
  <dcterms:modified xsi:type="dcterms:W3CDTF">2019-10-22T08:16:00Z</dcterms:modified>
</cp:coreProperties>
</file>